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93FADD" w14:textId="77777777" w:rsidR="0071259B" w:rsidRDefault="0071259B" w:rsidP="00814C5B">
      <w:pPr>
        <w:rPr>
          <w:rFonts w:ascii="Arial" w:hAnsi="Arial" w:cs="Arial"/>
          <w:sz w:val="22"/>
          <w:szCs w:val="22"/>
          <w:lang w:val="ru-RU"/>
        </w:rPr>
      </w:pPr>
      <w:bookmarkStart w:id="0" w:name="_GoBack"/>
      <w:bookmarkEnd w:id="0"/>
    </w:p>
    <w:p w14:paraId="1E44741A" w14:textId="3198AC4C" w:rsidR="00581D46" w:rsidRDefault="006A0F8A" w:rsidP="00581D46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February 1, 2019</w:t>
      </w:r>
    </w:p>
    <w:p w14:paraId="4916A691" w14:textId="77777777" w:rsidR="008A2378" w:rsidRPr="008A2378" w:rsidRDefault="008A2378" w:rsidP="00581D46">
      <w:pPr>
        <w:rPr>
          <w:rFonts w:ascii="Verdana" w:hAnsi="Verdana" w:cs="Arial"/>
          <w:sz w:val="21"/>
          <w:szCs w:val="21"/>
        </w:rPr>
      </w:pPr>
    </w:p>
    <w:p w14:paraId="6B196B52" w14:textId="6DD15D01" w:rsidR="00B61543" w:rsidRPr="008A2378" w:rsidRDefault="00B61543" w:rsidP="008A2378">
      <w:pPr>
        <w:rPr>
          <w:rFonts w:ascii="Verdana" w:hAnsi="Verdana" w:cs="Arial"/>
          <w:sz w:val="21"/>
          <w:szCs w:val="21"/>
          <w:lang w:val="ru-RU"/>
        </w:rPr>
      </w:pPr>
    </w:p>
    <w:p w14:paraId="4B5C7726" w14:textId="74828A16" w:rsidR="0033594A" w:rsidRPr="008A2378" w:rsidRDefault="005D3D1E" w:rsidP="00814C5B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Dear Federal Way Public Schools Elementary School Families,</w:t>
      </w:r>
    </w:p>
    <w:p w14:paraId="4EF854A5" w14:textId="27D41D7A" w:rsidR="00B00130" w:rsidRPr="008A2378" w:rsidRDefault="00B00130" w:rsidP="00814C5B">
      <w:pPr>
        <w:rPr>
          <w:rFonts w:ascii="Verdana" w:hAnsi="Verdana" w:cs="Arial"/>
          <w:sz w:val="21"/>
          <w:szCs w:val="21"/>
        </w:rPr>
      </w:pPr>
    </w:p>
    <w:p w14:paraId="24C1DFD8" w14:textId="6600EFA8" w:rsidR="00D15DF1" w:rsidRPr="008A2378" w:rsidRDefault="00B00130" w:rsidP="00814C5B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 xml:space="preserve">We understand the importance of </w:t>
      </w:r>
      <w:r w:rsidR="004D4C5B" w:rsidRPr="008A2378">
        <w:rPr>
          <w:rFonts w:ascii="Verdana" w:hAnsi="Verdana" w:cs="Arial"/>
          <w:sz w:val="21"/>
          <w:szCs w:val="21"/>
        </w:rPr>
        <w:t>before</w:t>
      </w:r>
      <w:r w:rsidR="00845241" w:rsidRPr="008A2378">
        <w:rPr>
          <w:rFonts w:ascii="Verdana" w:hAnsi="Verdana" w:cs="Arial"/>
          <w:sz w:val="21"/>
          <w:szCs w:val="21"/>
        </w:rPr>
        <w:t>-</w:t>
      </w:r>
      <w:r w:rsidR="004D4C5B" w:rsidRPr="008A2378">
        <w:rPr>
          <w:rFonts w:ascii="Verdana" w:hAnsi="Verdana" w:cs="Arial"/>
          <w:sz w:val="21"/>
          <w:szCs w:val="21"/>
        </w:rPr>
        <w:t xml:space="preserve"> </w:t>
      </w:r>
      <w:r w:rsidRPr="008A2378">
        <w:rPr>
          <w:rFonts w:ascii="Verdana" w:hAnsi="Verdana" w:cs="Arial"/>
          <w:sz w:val="21"/>
          <w:szCs w:val="21"/>
        </w:rPr>
        <w:t xml:space="preserve">and after-school programs </w:t>
      </w:r>
      <w:r w:rsidR="00C60781" w:rsidRPr="008A2378">
        <w:rPr>
          <w:rFonts w:ascii="Verdana" w:hAnsi="Verdana" w:cs="Arial"/>
          <w:sz w:val="21"/>
          <w:szCs w:val="21"/>
        </w:rPr>
        <w:t>for</w:t>
      </w:r>
      <w:r w:rsidRPr="008A2378">
        <w:rPr>
          <w:rFonts w:ascii="Verdana" w:hAnsi="Verdana" w:cs="Arial"/>
          <w:sz w:val="21"/>
          <w:szCs w:val="21"/>
        </w:rPr>
        <w:t xml:space="preserve"> some families. We are making a change in the 2019–20 school year, and have selected a program that is high-quality, more affordable, flexible, and is available at all 23 elementary schools. The program is </w:t>
      </w:r>
      <w:r w:rsidRPr="008A2378">
        <w:rPr>
          <w:rFonts w:ascii="Verdana" w:hAnsi="Verdana" w:cs="Arial"/>
          <w:i/>
          <w:sz w:val="21"/>
          <w:szCs w:val="21"/>
        </w:rPr>
        <w:t>Right At School</w:t>
      </w:r>
      <w:r w:rsidRPr="008A2378">
        <w:rPr>
          <w:rFonts w:ascii="Verdana" w:hAnsi="Verdana" w:cs="Arial"/>
          <w:sz w:val="21"/>
          <w:szCs w:val="21"/>
        </w:rPr>
        <w:t xml:space="preserve"> which offers engaging curriculum to help s</w:t>
      </w:r>
      <w:r w:rsidR="00630F5F" w:rsidRPr="008A2378">
        <w:rPr>
          <w:rFonts w:ascii="Verdana" w:hAnsi="Verdana" w:cs="Arial"/>
          <w:sz w:val="21"/>
          <w:szCs w:val="21"/>
        </w:rPr>
        <w:t>park the</w:t>
      </w:r>
      <w:r w:rsidR="00561B93" w:rsidRPr="008A2378">
        <w:rPr>
          <w:rFonts w:ascii="Verdana" w:hAnsi="Verdana" w:cs="Arial"/>
          <w:sz w:val="21"/>
          <w:szCs w:val="21"/>
        </w:rPr>
        <w:t xml:space="preserve"> joy of learning and 21</w:t>
      </w:r>
      <w:r w:rsidR="00561B93" w:rsidRPr="008A2378">
        <w:rPr>
          <w:rFonts w:ascii="Verdana" w:hAnsi="Verdana" w:cs="Arial"/>
          <w:sz w:val="21"/>
          <w:szCs w:val="21"/>
          <w:vertAlign w:val="superscript"/>
        </w:rPr>
        <w:t>st</w:t>
      </w:r>
      <w:r w:rsidR="00561B93" w:rsidRPr="008A2378">
        <w:rPr>
          <w:rFonts w:ascii="Verdana" w:hAnsi="Verdana" w:cs="Arial"/>
          <w:sz w:val="21"/>
          <w:szCs w:val="21"/>
        </w:rPr>
        <w:t xml:space="preserve"> Century skill development such as critical thinking, problem-solving, collaboration, leadership and more</w:t>
      </w:r>
      <w:r w:rsidR="00D15DF1" w:rsidRPr="008A2378">
        <w:rPr>
          <w:rFonts w:ascii="Verdana" w:hAnsi="Verdana" w:cs="Arial"/>
          <w:sz w:val="21"/>
          <w:szCs w:val="21"/>
        </w:rPr>
        <w:t>.</w:t>
      </w:r>
      <w:r w:rsidRPr="008A2378">
        <w:rPr>
          <w:rFonts w:ascii="Verdana" w:hAnsi="Verdana" w:cs="Arial"/>
          <w:sz w:val="21"/>
          <w:szCs w:val="21"/>
        </w:rPr>
        <w:t xml:space="preserve"> It’s also a program used in other districts in our region, and we are pleased to bring it to Federal Way Public Schools.</w:t>
      </w:r>
    </w:p>
    <w:p w14:paraId="57F4BFD8" w14:textId="77777777" w:rsidR="00FB6FB8" w:rsidRPr="008A2378" w:rsidRDefault="00FB6FB8" w:rsidP="00814C5B">
      <w:pPr>
        <w:rPr>
          <w:rFonts w:ascii="Verdana" w:hAnsi="Verdana" w:cs="Arial"/>
          <w:sz w:val="21"/>
          <w:szCs w:val="21"/>
        </w:rPr>
      </w:pPr>
    </w:p>
    <w:p w14:paraId="3BAF41BB" w14:textId="7D3D81E5" w:rsidR="00AD4254" w:rsidRPr="008A2378" w:rsidRDefault="0075104F" w:rsidP="00814C5B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Th</w:t>
      </w:r>
      <w:r w:rsidR="000B5572" w:rsidRPr="008A2378">
        <w:rPr>
          <w:rFonts w:ascii="Verdana" w:hAnsi="Verdana" w:cs="Arial"/>
          <w:sz w:val="21"/>
          <w:szCs w:val="21"/>
        </w:rPr>
        <w:t>e</w:t>
      </w:r>
      <w:r w:rsidRPr="008A2378">
        <w:rPr>
          <w:rFonts w:ascii="Verdana" w:hAnsi="Verdana" w:cs="Arial"/>
          <w:sz w:val="21"/>
          <w:szCs w:val="21"/>
        </w:rPr>
        <w:t xml:space="preserve"> shift </w:t>
      </w:r>
      <w:r w:rsidR="00D15DF1" w:rsidRPr="008A2378">
        <w:rPr>
          <w:rFonts w:ascii="Verdana" w:hAnsi="Verdana" w:cs="Arial"/>
          <w:sz w:val="21"/>
          <w:szCs w:val="21"/>
        </w:rPr>
        <w:t xml:space="preserve">to </w:t>
      </w:r>
      <w:r w:rsidR="00D15DF1" w:rsidRPr="008A2378">
        <w:rPr>
          <w:rFonts w:ascii="Verdana" w:hAnsi="Verdana" w:cs="Arial"/>
          <w:i/>
          <w:sz w:val="21"/>
          <w:szCs w:val="21"/>
        </w:rPr>
        <w:t>Right At School</w:t>
      </w:r>
      <w:r w:rsidR="0083077D" w:rsidRPr="008A2378">
        <w:rPr>
          <w:rFonts w:ascii="Verdana" w:hAnsi="Verdana" w:cs="Arial"/>
          <w:sz w:val="21"/>
          <w:szCs w:val="21"/>
        </w:rPr>
        <w:t xml:space="preserve"> </w:t>
      </w:r>
      <w:r w:rsidR="009973D4" w:rsidRPr="008A2378">
        <w:rPr>
          <w:rFonts w:ascii="Verdana" w:hAnsi="Verdana" w:cs="Arial"/>
          <w:sz w:val="21"/>
          <w:szCs w:val="21"/>
        </w:rPr>
        <w:t xml:space="preserve">will provide </w:t>
      </w:r>
      <w:r w:rsidR="000B5572" w:rsidRPr="008A2378">
        <w:rPr>
          <w:rFonts w:ascii="Verdana" w:hAnsi="Verdana" w:cs="Arial"/>
          <w:sz w:val="21"/>
          <w:szCs w:val="21"/>
        </w:rPr>
        <w:t xml:space="preserve">a </w:t>
      </w:r>
      <w:r w:rsidR="00B0435D" w:rsidRPr="008A2378">
        <w:rPr>
          <w:rFonts w:ascii="Verdana" w:hAnsi="Verdana" w:cs="Arial"/>
          <w:sz w:val="21"/>
          <w:szCs w:val="21"/>
        </w:rPr>
        <w:t>decrease</w:t>
      </w:r>
      <w:r w:rsidR="000B5572" w:rsidRPr="008A2378">
        <w:rPr>
          <w:rFonts w:ascii="Verdana" w:hAnsi="Verdana" w:cs="Arial"/>
          <w:sz w:val="21"/>
          <w:szCs w:val="21"/>
        </w:rPr>
        <w:t xml:space="preserve"> in</w:t>
      </w:r>
      <w:r w:rsidR="00B0435D" w:rsidRPr="008A2378">
        <w:rPr>
          <w:rFonts w:ascii="Verdana" w:hAnsi="Verdana" w:cs="Arial"/>
          <w:sz w:val="21"/>
          <w:szCs w:val="21"/>
        </w:rPr>
        <w:t xml:space="preserve"> p</w:t>
      </w:r>
      <w:r w:rsidR="009973D4" w:rsidRPr="008A2378">
        <w:rPr>
          <w:rFonts w:ascii="Verdana" w:hAnsi="Verdana" w:cs="Arial"/>
          <w:sz w:val="21"/>
          <w:szCs w:val="21"/>
        </w:rPr>
        <w:t>ricing for families</w:t>
      </w:r>
      <w:r w:rsidR="009D4B77" w:rsidRPr="008A2378">
        <w:rPr>
          <w:rFonts w:ascii="Verdana" w:hAnsi="Verdana" w:cs="Arial"/>
          <w:sz w:val="21"/>
          <w:szCs w:val="21"/>
        </w:rPr>
        <w:t xml:space="preserve">, </w:t>
      </w:r>
      <w:r w:rsidR="007E2F52" w:rsidRPr="008A2378">
        <w:rPr>
          <w:rFonts w:ascii="Verdana" w:hAnsi="Verdana" w:cs="Arial"/>
          <w:sz w:val="21"/>
          <w:szCs w:val="21"/>
        </w:rPr>
        <w:t xml:space="preserve">and </w:t>
      </w:r>
      <w:r w:rsidR="0083077D" w:rsidRPr="008A2378">
        <w:rPr>
          <w:rFonts w:ascii="Verdana" w:hAnsi="Verdana" w:cs="Arial"/>
          <w:sz w:val="21"/>
          <w:szCs w:val="21"/>
        </w:rPr>
        <w:t>more enrollment</w:t>
      </w:r>
      <w:r w:rsidR="00B0435D" w:rsidRPr="008A2378">
        <w:rPr>
          <w:rFonts w:ascii="Verdana" w:hAnsi="Verdana" w:cs="Arial"/>
          <w:sz w:val="21"/>
          <w:szCs w:val="21"/>
        </w:rPr>
        <w:t xml:space="preserve"> options</w:t>
      </w:r>
      <w:r w:rsidR="0083077D" w:rsidRPr="008A2378">
        <w:rPr>
          <w:rFonts w:ascii="Verdana" w:hAnsi="Verdana" w:cs="Arial"/>
          <w:sz w:val="21"/>
          <w:szCs w:val="21"/>
        </w:rPr>
        <w:t xml:space="preserve"> </w:t>
      </w:r>
      <w:r w:rsidR="00DE6FE9" w:rsidRPr="008A2378">
        <w:rPr>
          <w:rFonts w:ascii="Verdana" w:hAnsi="Verdana" w:cs="Arial"/>
          <w:sz w:val="21"/>
          <w:szCs w:val="21"/>
        </w:rPr>
        <w:t>from 6:30 a.m. to 6 p.m</w:t>
      </w:r>
      <w:r w:rsidR="00D32FBF" w:rsidRPr="008A2378">
        <w:rPr>
          <w:rFonts w:ascii="Verdana" w:hAnsi="Verdana" w:cs="Arial"/>
          <w:sz w:val="21"/>
          <w:szCs w:val="21"/>
        </w:rPr>
        <w:t xml:space="preserve">. </w:t>
      </w:r>
      <w:r w:rsidR="0083077D" w:rsidRPr="008A2378">
        <w:rPr>
          <w:rFonts w:ascii="Verdana" w:hAnsi="Verdana" w:cs="Arial"/>
          <w:sz w:val="21"/>
          <w:szCs w:val="21"/>
        </w:rPr>
        <w:t>to be offered</w:t>
      </w:r>
      <w:r w:rsidR="00D32FBF" w:rsidRPr="008A2378">
        <w:rPr>
          <w:rFonts w:ascii="Verdana" w:hAnsi="Verdana" w:cs="Arial"/>
          <w:sz w:val="21"/>
          <w:szCs w:val="21"/>
        </w:rPr>
        <w:t xml:space="preserve"> at each of our 23 elementary school sites</w:t>
      </w:r>
      <w:r w:rsidR="00CB0258" w:rsidRPr="008A2378">
        <w:rPr>
          <w:rFonts w:ascii="Verdana" w:hAnsi="Verdana" w:cs="Arial"/>
          <w:sz w:val="21"/>
          <w:szCs w:val="21"/>
        </w:rPr>
        <w:t xml:space="preserve">. </w:t>
      </w:r>
      <w:r w:rsidR="00DE6FE9" w:rsidRPr="008A2378">
        <w:rPr>
          <w:rFonts w:ascii="Verdana" w:hAnsi="Verdana" w:cs="Arial"/>
          <w:sz w:val="21"/>
          <w:szCs w:val="21"/>
        </w:rPr>
        <w:t xml:space="preserve">The curriculum </w:t>
      </w:r>
      <w:r w:rsidR="00357571" w:rsidRPr="008A2378">
        <w:rPr>
          <w:rFonts w:ascii="Verdana" w:hAnsi="Verdana" w:cs="Arial"/>
          <w:sz w:val="21"/>
          <w:szCs w:val="21"/>
        </w:rPr>
        <w:t>supports educational standards in English Language Arts, literacy, math, science, social studies, social-emotional learning, the arts and physical fitness, all while having fun.</w:t>
      </w:r>
      <w:r w:rsidR="007E2F52" w:rsidRPr="008A2378">
        <w:rPr>
          <w:rFonts w:ascii="Verdana" w:hAnsi="Verdana" w:cs="Arial"/>
          <w:sz w:val="21"/>
          <w:szCs w:val="21"/>
        </w:rPr>
        <w:t xml:space="preserve"> </w:t>
      </w:r>
    </w:p>
    <w:p w14:paraId="455C30A6" w14:textId="77777777" w:rsidR="005D3D1E" w:rsidRPr="008A2378" w:rsidRDefault="005D3D1E" w:rsidP="00814C5B">
      <w:pPr>
        <w:rPr>
          <w:rFonts w:ascii="Verdana" w:hAnsi="Verdana" w:cs="Arial"/>
          <w:sz w:val="21"/>
          <w:szCs w:val="21"/>
        </w:rPr>
      </w:pPr>
    </w:p>
    <w:p w14:paraId="437F0921" w14:textId="63EDFE6C" w:rsidR="007F0B92" w:rsidRPr="008A2378" w:rsidRDefault="009908D8" w:rsidP="00814C5B">
      <w:pPr>
        <w:rPr>
          <w:rFonts w:ascii="Verdana" w:hAnsi="Verdana" w:cs="Arial"/>
          <w:b/>
          <w:sz w:val="21"/>
          <w:szCs w:val="21"/>
        </w:rPr>
      </w:pPr>
      <w:r w:rsidRPr="008A2378">
        <w:rPr>
          <w:rFonts w:ascii="Verdana" w:hAnsi="Verdana" w:cs="Arial"/>
          <w:b/>
          <w:sz w:val="21"/>
          <w:szCs w:val="21"/>
        </w:rPr>
        <w:t xml:space="preserve">You are invited to attend a </w:t>
      </w:r>
      <w:r w:rsidR="00847487" w:rsidRPr="008A2378">
        <w:rPr>
          <w:rFonts w:ascii="Verdana" w:hAnsi="Verdana" w:cs="Arial"/>
          <w:b/>
          <w:sz w:val="21"/>
          <w:szCs w:val="21"/>
          <w:u w:val="single"/>
        </w:rPr>
        <w:t>W</w:t>
      </w:r>
      <w:r w:rsidR="00E472BB" w:rsidRPr="008A2378">
        <w:rPr>
          <w:rFonts w:ascii="Verdana" w:hAnsi="Verdana" w:cs="Arial"/>
          <w:b/>
          <w:sz w:val="21"/>
          <w:szCs w:val="21"/>
          <w:u w:val="single"/>
        </w:rPr>
        <w:t xml:space="preserve">elcome </w:t>
      </w:r>
      <w:r w:rsidR="00847487" w:rsidRPr="008A2378">
        <w:rPr>
          <w:rFonts w:ascii="Verdana" w:hAnsi="Verdana" w:cs="Arial"/>
          <w:b/>
          <w:sz w:val="21"/>
          <w:szCs w:val="21"/>
          <w:u w:val="single"/>
        </w:rPr>
        <w:t>P</w:t>
      </w:r>
      <w:r w:rsidR="00E472BB" w:rsidRPr="008A2378">
        <w:rPr>
          <w:rFonts w:ascii="Verdana" w:hAnsi="Verdana" w:cs="Arial"/>
          <w:b/>
          <w:sz w:val="21"/>
          <w:szCs w:val="21"/>
          <w:u w:val="single"/>
        </w:rPr>
        <w:t xml:space="preserve">arent </w:t>
      </w:r>
      <w:r w:rsidR="00847487" w:rsidRPr="008A2378">
        <w:rPr>
          <w:rFonts w:ascii="Verdana" w:hAnsi="Verdana" w:cs="Arial"/>
          <w:b/>
          <w:sz w:val="21"/>
          <w:szCs w:val="21"/>
          <w:u w:val="single"/>
        </w:rPr>
        <w:t>Forum and A</w:t>
      </w:r>
      <w:r w:rsidR="00E472BB" w:rsidRPr="008A2378">
        <w:rPr>
          <w:rFonts w:ascii="Verdana" w:hAnsi="Verdana" w:cs="Arial"/>
          <w:b/>
          <w:sz w:val="21"/>
          <w:szCs w:val="21"/>
          <w:u w:val="single"/>
        </w:rPr>
        <w:t xml:space="preserve">ctivity </w:t>
      </w:r>
      <w:r w:rsidR="00847487" w:rsidRPr="008A2378">
        <w:rPr>
          <w:rFonts w:ascii="Verdana" w:hAnsi="Verdana" w:cs="Arial"/>
          <w:b/>
          <w:sz w:val="21"/>
          <w:szCs w:val="21"/>
          <w:u w:val="single"/>
        </w:rPr>
        <w:t>N</w:t>
      </w:r>
      <w:r w:rsidR="00E472BB" w:rsidRPr="008A2378">
        <w:rPr>
          <w:rFonts w:ascii="Verdana" w:hAnsi="Verdana" w:cs="Arial"/>
          <w:b/>
          <w:sz w:val="21"/>
          <w:szCs w:val="21"/>
          <w:u w:val="single"/>
        </w:rPr>
        <w:t>ight</w:t>
      </w:r>
      <w:r w:rsidR="00E472BB" w:rsidRPr="008A2378">
        <w:rPr>
          <w:rFonts w:ascii="Verdana" w:hAnsi="Verdana" w:cs="Arial"/>
          <w:b/>
          <w:sz w:val="21"/>
          <w:szCs w:val="21"/>
        </w:rPr>
        <w:t xml:space="preserve"> hosted by </w:t>
      </w:r>
      <w:r w:rsidR="00E472BB" w:rsidRPr="008A2378">
        <w:rPr>
          <w:rFonts w:ascii="Verdana" w:hAnsi="Verdana" w:cs="Arial"/>
          <w:b/>
          <w:i/>
          <w:sz w:val="21"/>
          <w:szCs w:val="21"/>
        </w:rPr>
        <w:t>Right At School</w:t>
      </w:r>
      <w:r w:rsidR="007F0B92" w:rsidRPr="008A2378">
        <w:rPr>
          <w:rFonts w:ascii="Verdana" w:hAnsi="Verdana" w:cs="Arial"/>
          <w:b/>
          <w:sz w:val="21"/>
          <w:szCs w:val="21"/>
        </w:rPr>
        <w:t>:</w:t>
      </w:r>
    </w:p>
    <w:p w14:paraId="3C465AFD" w14:textId="77777777" w:rsidR="000661E9" w:rsidRPr="008A2378" w:rsidRDefault="000661E9" w:rsidP="00814C5B">
      <w:pPr>
        <w:rPr>
          <w:rFonts w:ascii="Verdana" w:hAnsi="Verdana" w:cs="Arial"/>
          <w:b/>
          <w:sz w:val="21"/>
          <w:szCs w:val="21"/>
        </w:rPr>
      </w:pPr>
    </w:p>
    <w:p w14:paraId="7C79AE5F" w14:textId="6F4A51E3" w:rsidR="007F0B92" w:rsidRPr="008A2378" w:rsidRDefault="000842BC" w:rsidP="007F0B92">
      <w:pPr>
        <w:pStyle w:val="ListParagraph"/>
        <w:numPr>
          <w:ilvl w:val="0"/>
          <w:numId w:val="16"/>
        </w:num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b/>
          <w:sz w:val="21"/>
          <w:szCs w:val="21"/>
        </w:rPr>
        <w:t>DATE:</w:t>
      </w:r>
      <w:r w:rsidRPr="008A2378">
        <w:rPr>
          <w:rFonts w:ascii="Verdana" w:hAnsi="Verdana" w:cs="Arial"/>
          <w:sz w:val="21"/>
          <w:szCs w:val="21"/>
        </w:rPr>
        <w:t xml:space="preserve"> </w:t>
      </w:r>
      <w:r w:rsidR="00E472BB" w:rsidRPr="008A2378">
        <w:rPr>
          <w:rFonts w:ascii="Verdana" w:hAnsi="Verdana" w:cs="Arial"/>
          <w:sz w:val="21"/>
          <w:szCs w:val="21"/>
        </w:rPr>
        <w:t>Feb. 11, 2019</w:t>
      </w:r>
    </w:p>
    <w:p w14:paraId="5AE3DF4B" w14:textId="474033FC" w:rsidR="007F0B92" w:rsidRPr="008A2378" w:rsidRDefault="000842BC" w:rsidP="007F0B92">
      <w:pPr>
        <w:pStyle w:val="ListParagraph"/>
        <w:numPr>
          <w:ilvl w:val="0"/>
          <w:numId w:val="16"/>
        </w:num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b/>
          <w:sz w:val="21"/>
          <w:szCs w:val="21"/>
        </w:rPr>
        <w:t>TIME:</w:t>
      </w:r>
      <w:r w:rsidRPr="008A2378">
        <w:rPr>
          <w:rFonts w:ascii="Verdana" w:hAnsi="Verdana" w:cs="Arial"/>
          <w:sz w:val="21"/>
          <w:szCs w:val="21"/>
        </w:rPr>
        <w:t xml:space="preserve"> </w:t>
      </w:r>
      <w:r w:rsidR="00E472BB" w:rsidRPr="008A2378">
        <w:rPr>
          <w:rFonts w:ascii="Verdana" w:hAnsi="Verdana" w:cs="Arial"/>
          <w:sz w:val="21"/>
          <w:szCs w:val="21"/>
        </w:rPr>
        <w:t xml:space="preserve">6–8 p.m. </w:t>
      </w:r>
    </w:p>
    <w:p w14:paraId="34C11022" w14:textId="65F2FEF1" w:rsidR="007F0B92" w:rsidRPr="008A2378" w:rsidRDefault="000842BC" w:rsidP="007F0B92">
      <w:pPr>
        <w:pStyle w:val="ListParagraph"/>
        <w:numPr>
          <w:ilvl w:val="0"/>
          <w:numId w:val="16"/>
        </w:num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b/>
          <w:sz w:val="21"/>
          <w:szCs w:val="21"/>
        </w:rPr>
        <w:t>LOCATION:</w:t>
      </w:r>
      <w:r w:rsidRPr="008A2378">
        <w:rPr>
          <w:rFonts w:ascii="Verdana" w:hAnsi="Verdana" w:cs="Arial"/>
          <w:sz w:val="21"/>
          <w:szCs w:val="21"/>
        </w:rPr>
        <w:t xml:space="preserve"> </w:t>
      </w:r>
      <w:r w:rsidR="00E472BB" w:rsidRPr="008A2378">
        <w:rPr>
          <w:rFonts w:ascii="Verdana" w:hAnsi="Verdana" w:cs="Arial"/>
          <w:sz w:val="21"/>
          <w:szCs w:val="21"/>
        </w:rPr>
        <w:t>FWPS Educational Service Center</w:t>
      </w:r>
      <w:r w:rsidR="001A1299" w:rsidRPr="008A2378">
        <w:rPr>
          <w:rFonts w:ascii="Verdana" w:hAnsi="Verdana" w:cs="Arial"/>
          <w:sz w:val="21"/>
          <w:szCs w:val="21"/>
        </w:rPr>
        <w:t>,</w:t>
      </w:r>
      <w:r w:rsidR="00E472BB" w:rsidRPr="008A2378">
        <w:rPr>
          <w:rFonts w:ascii="Verdana" w:hAnsi="Verdana" w:cs="Arial"/>
          <w:sz w:val="21"/>
          <w:szCs w:val="21"/>
        </w:rPr>
        <w:t xml:space="preserve"> 33330 8</w:t>
      </w:r>
      <w:r w:rsidR="00E472BB" w:rsidRPr="008A2378">
        <w:rPr>
          <w:rFonts w:ascii="Verdana" w:hAnsi="Verdana" w:cs="Arial"/>
          <w:sz w:val="21"/>
          <w:szCs w:val="21"/>
          <w:vertAlign w:val="superscript"/>
        </w:rPr>
        <w:t>th</w:t>
      </w:r>
      <w:r w:rsidR="00E472BB" w:rsidRPr="008A2378">
        <w:rPr>
          <w:rFonts w:ascii="Verdana" w:hAnsi="Verdana" w:cs="Arial"/>
          <w:sz w:val="21"/>
          <w:szCs w:val="21"/>
        </w:rPr>
        <w:t xml:space="preserve"> Ave. S. Federal Way, Wash. 98</w:t>
      </w:r>
      <w:r w:rsidRPr="008A2378">
        <w:rPr>
          <w:rFonts w:ascii="Verdana" w:hAnsi="Verdana" w:cs="Arial"/>
          <w:sz w:val="21"/>
          <w:szCs w:val="21"/>
        </w:rPr>
        <w:t>003</w:t>
      </w:r>
    </w:p>
    <w:p w14:paraId="7D3B76DE" w14:textId="77777777" w:rsidR="007F0B92" w:rsidRPr="008A2378" w:rsidRDefault="007F0B92" w:rsidP="007F0B92">
      <w:pPr>
        <w:rPr>
          <w:rFonts w:ascii="Verdana" w:hAnsi="Verdana" w:cs="Arial"/>
          <w:sz w:val="21"/>
          <w:szCs w:val="21"/>
        </w:rPr>
      </w:pPr>
    </w:p>
    <w:p w14:paraId="5E1D2252" w14:textId="0C1FA640" w:rsidR="005D3D1E" w:rsidRPr="008A2378" w:rsidRDefault="009908D8" w:rsidP="007F0B92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 xml:space="preserve">Come </w:t>
      </w:r>
      <w:r w:rsidR="003F422C" w:rsidRPr="008A2378">
        <w:rPr>
          <w:rFonts w:ascii="Verdana" w:hAnsi="Verdana" w:cs="Arial"/>
          <w:sz w:val="21"/>
          <w:szCs w:val="21"/>
        </w:rPr>
        <w:t>learn</w:t>
      </w:r>
      <w:r w:rsidRPr="008A2378">
        <w:rPr>
          <w:rFonts w:ascii="Verdana" w:hAnsi="Verdana" w:cs="Arial"/>
          <w:sz w:val="21"/>
          <w:szCs w:val="21"/>
        </w:rPr>
        <w:t xml:space="preserve"> </w:t>
      </w:r>
      <w:r w:rsidR="0086639A" w:rsidRPr="008A2378">
        <w:rPr>
          <w:rFonts w:ascii="Verdana" w:hAnsi="Verdana" w:cs="Arial"/>
          <w:sz w:val="21"/>
          <w:szCs w:val="21"/>
        </w:rPr>
        <w:t>about the</w:t>
      </w:r>
      <w:r w:rsidRPr="008A2378">
        <w:rPr>
          <w:rFonts w:ascii="Verdana" w:hAnsi="Verdana" w:cs="Arial"/>
          <w:sz w:val="21"/>
          <w:szCs w:val="21"/>
        </w:rPr>
        <w:t xml:space="preserve"> program</w:t>
      </w:r>
      <w:r w:rsidR="00807DDA" w:rsidRPr="008A2378">
        <w:rPr>
          <w:rFonts w:ascii="Verdana" w:hAnsi="Verdana" w:cs="Arial"/>
          <w:sz w:val="21"/>
          <w:szCs w:val="21"/>
        </w:rPr>
        <w:t>,</w:t>
      </w:r>
      <w:r w:rsidR="00C9637A" w:rsidRPr="008A2378">
        <w:rPr>
          <w:rFonts w:ascii="Verdana" w:hAnsi="Verdana" w:cs="Arial"/>
          <w:sz w:val="21"/>
          <w:szCs w:val="21"/>
        </w:rPr>
        <w:t xml:space="preserve"> and</w:t>
      </w:r>
      <w:r w:rsidR="00807DDA" w:rsidRPr="008A2378">
        <w:rPr>
          <w:rFonts w:ascii="Verdana" w:hAnsi="Verdana" w:cs="Arial"/>
          <w:sz w:val="21"/>
          <w:szCs w:val="21"/>
        </w:rPr>
        <w:t xml:space="preserve"> get your questions</w:t>
      </w:r>
      <w:r w:rsidR="00C9637A" w:rsidRPr="008A2378">
        <w:rPr>
          <w:rFonts w:ascii="Verdana" w:hAnsi="Verdana" w:cs="Arial"/>
          <w:sz w:val="21"/>
          <w:szCs w:val="21"/>
        </w:rPr>
        <w:t xml:space="preserve"> answered.</w:t>
      </w:r>
      <w:r w:rsidR="00E71AA3" w:rsidRPr="008A2378">
        <w:rPr>
          <w:rFonts w:ascii="Verdana" w:hAnsi="Verdana" w:cs="Arial"/>
          <w:sz w:val="21"/>
          <w:szCs w:val="21"/>
        </w:rPr>
        <w:t xml:space="preserve"> </w:t>
      </w:r>
      <w:proofErr w:type="gramStart"/>
      <w:r w:rsidR="00E71AA3" w:rsidRPr="008A2378">
        <w:rPr>
          <w:rFonts w:ascii="Verdana" w:hAnsi="Verdana" w:cs="Arial"/>
          <w:sz w:val="21"/>
          <w:szCs w:val="21"/>
        </w:rPr>
        <w:t>Childcare will be provided</w:t>
      </w:r>
      <w:r w:rsidR="00BD5DAF" w:rsidRPr="008A2378">
        <w:rPr>
          <w:rFonts w:ascii="Verdana" w:hAnsi="Verdana" w:cs="Arial"/>
          <w:sz w:val="21"/>
          <w:szCs w:val="21"/>
        </w:rPr>
        <w:t xml:space="preserve"> by </w:t>
      </w:r>
      <w:r w:rsidR="00BD5DAF" w:rsidRPr="008A2378">
        <w:rPr>
          <w:rFonts w:ascii="Verdana" w:hAnsi="Verdana" w:cs="Arial"/>
          <w:i/>
          <w:sz w:val="21"/>
          <w:szCs w:val="21"/>
        </w:rPr>
        <w:t>Right At School</w:t>
      </w:r>
      <w:proofErr w:type="gramEnd"/>
      <w:r w:rsidR="00C9637A" w:rsidRPr="008A2378">
        <w:rPr>
          <w:rFonts w:ascii="Verdana" w:hAnsi="Verdana" w:cs="Arial"/>
          <w:sz w:val="21"/>
          <w:szCs w:val="21"/>
        </w:rPr>
        <w:t>.</w:t>
      </w:r>
      <w:r w:rsidR="00E71AA3" w:rsidRPr="008A2378">
        <w:rPr>
          <w:rFonts w:ascii="Verdana" w:hAnsi="Verdana" w:cs="Arial"/>
          <w:sz w:val="21"/>
          <w:szCs w:val="21"/>
        </w:rPr>
        <w:t xml:space="preserve"> </w:t>
      </w:r>
    </w:p>
    <w:p w14:paraId="0AF8C07A" w14:textId="0738B9A1" w:rsidR="002A232C" w:rsidRPr="008A2378" w:rsidRDefault="002A232C" w:rsidP="007F0B92">
      <w:pPr>
        <w:rPr>
          <w:rFonts w:ascii="Verdana" w:hAnsi="Verdana" w:cs="Arial"/>
          <w:sz w:val="21"/>
          <w:szCs w:val="21"/>
        </w:rPr>
      </w:pPr>
    </w:p>
    <w:p w14:paraId="2A10C614" w14:textId="1965E071" w:rsidR="002A232C" w:rsidRPr="008A2378" w:rsidRDefault="00834648" w:rsidP="00814C5B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For</w:t>
      </w:r>
      <w:r w:rsidR="0086639A" w:rsidRPr="008A2378">
        <w:rPr>
          <w:rFonts w:ascii="Verdana" w:hAnsi="Verdana" w:cs="Arial"/>
          <w:sz w:val="21"/>
          <w:szCs w:val="21"/>
        </w:rPr>
        <w:t xml:space="preserve"> more information about </w:t>
      </w:r>
      <w:r w:rsidR="002A232C" w:rsidRPr="008A2378">
        <w:rPr>
          <w:rFonts w:ascii="Verdana" w:hAnsi="Verdana" w:cs="Arial"/>
          <w:i/>
          <w:sz w:val="21"/>
          <w:szCs w:val="21"/>
        </w:rPr>
        <w:t>Right At School</w:t>
      </w:r>
      <w:r w:rsidR="003B0A1D" w:rsidRPr="008A2378">
        <w:rPr>
          <w:rFonts w:ascii="Verdana" w:hAnsi="Verdana" w:cs="Arial"/>
          <w:i/>
          <w:sz w:val="21"/>
          <w:szCs w:val="21"/>
        </w:rPr>
        <w:t>,</w:t>
      </w:r>
      <w:r w:rsidR="00F24D21" w:rsidRPr="008A2378">
        <w:rPr>
          <w:rFonts w:ascii="Verdana" w:hAnsi="Verdana" w:cs="Arial"/>
          <w:sz w:val="21"/>
          <w:szCs w:val="21"/>
        </w:rPr>
        <w:t xml:space="preserve"> and a</w:t>
      </w:r>
      <w:r w:rsidR="00087713" w:rsidRPr="008A2378">
        <w:rPr>
          <w:rFonts w:ascii="Verdana" w:hAnsi="Verdana" w:cs="Arial"/>
          <w:sz w:val="21"/>
          <w:szCs w:val="21"/>
        </w:rPr>
        <w:t xml:space="preserve"> </w:t>
      </w:r>
      <w:r w:rsidR="002A232C" w:rsidRPr="008A2378">
        <w:rPr>
          <w:rFonts w:ascii="Verdana" w:hAnsi="Verdana" w:cs="Arial"/>
          <w:sz w:val="21"/>
          <w:szCs w:val="21"/>
        </w:rPr>
        <w:t>fee schedule visit:</w:t>
      </w:r>
      <w:r w:rsidR="0086639A" w:rsidRPr="008A2378">
        <w:rPr>
          <w:rFonts w:ascii="Verdana" w:hAnsi="Verdana" w:cs="Arial"/>
          <w:sz w:val="21"/>
          <w:szCs w:val="21"/>
        </w:rPr>
        <w:t xml:space="preserve"> </w:t>
      </w:r>
      <w:hyperlink r:id="rId12" w:history="1">
        <w:r w:rsidR="00D663E6" w:rsidRPr="008A2378">
          <w:rPr>
            <w:rStyle w:val="Hyperlink"/>
            <w:rFonts w:ascii="Verdana" w:hAnsi="Verdana" w:cs="Arial"/>
            <w:sz w:val="21"/>
            <w:szCs w:val="21"/>
          </w:rPr>
          <w:t>www.rightatschool.com</w:t>
        </w:r>
      </w:hyperlink>
      <w:r w:rsidR="0049428B" w:rsidRPr="008A2378">
        <w:rPr>
          <w:rFonts w:ascii="Verdana" w:hAnsi="Verdana" w:cs="Arial"/>
          <w:sz w:val="21"/>
          <w:szCs w:val="21"/>
        </w:rPr>
        <w:t>, or call 1-855-287-2466</w:t>
      </w:r>
      <w:r w:rsidR="002A232C" w:rsidRPr="008A2378">
        <w:rPr>
          <w:rFonts w:ascii="Verdana" w:hAnsi="Verdana" w:cs="Arial"/>
          <w:sz w:val="21"/>
          <w:szCs w:val="21"/>
        </w:rPr>
        <w:t>. Registration</w:t>
      </w:r>
      <w:r w:rsidR="0086639A" w:rsidRPr="008A2378">
        <w:rPr>
          <w:rFonts w:ascii="Verdana" w:hAnsi="Verdana" w:cs="Arial"/>
          <w:sz w:val="21"/>
          <w:szCs w:val="21"/>
        </w:rPr>
        <w:t xml:space="preserve"> for the 2019–20 school year</w:t>
      </w:r>
      <w:r w:rsidR="002A232C" w:rsidRPr="008A2378">
        <w:rPr>
          <w:rFonts w:ascii="Verdana" w:hAnsi="Verdana" w:cs="Arial"/>
          <w:sz w:val="21"/>
          <w:szCs w:val="21"/>
        </w:rPr>
        <w:t xml:space="preserve"> opens </w:t>
      </w:r>
      <w:r w:rsidR="0086639A" w:rsidRPr="008A2378">
        <w:rPr>
          <w:rFonts w:ascii="Verdana" w:hAnsi="Verdana" w:cs="Arial"/>
          <w:sz w:val="21"/>
          <w:szCs w:val="21"/>
        </w:rPr>
        <w:t>soon.</w:t>
      </w:r>
      <w:r w:rsidR="002A232C" w:rsidRPr="008A2378">
        <w:rPr>
          <w:rFonts w:ascii="Verdana" w:hAnsi="Verdana" w:cs="Arial"/>
          <w:sz w:val="21"/>
          <w:szCs w:val="21"/>
        </w:rPr>
        <w:t xml:space="preserve"> </w:t>
      </w:r>
    </w:p>
    <w:p w14:paraId="6C3FD58A" w14:textId="77777777" w:rsidR="002A232C" w:rsidRPr="008A2378" w:rsidRDefault="002A232C" w:rsidP="00814C5B">
      <w:pPr>
        <w:rPr>
          <w:rFonts w:ascii="Verdana" w:hAnsi="Verdana" w:cs="Arial"/>
          <w:sz w:val="21"/>
          <w:szCs w:val="21"/>
        </w:rPr>
      </w:pPr>
    </w:p>
    <w:p w14:paraId="71CA5B6F" w14:textId="42BE5065" w:rsidR="002A7897" w:rsidRPr="008A2378" w:rsidRDefault="002A7897" w:rsidP="002A7897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 xml:space="preserve">Our current provider Champions will continue to be available at designated school sites for the remainder of the 2018–19 school year. They also have a summer </w:t>
      </w:r>
      <w:r w:rsidR="007A4BB0" w:rsidRPr="008A2378">
        <w:rPr>
          <w:rFonts w:ascii="Verdana" w:hAnsi="Verdana" w:cs="Arial"/>
          <w:sz w:val="21"/>
          <w:szCs w:val="21"/>
        </w:rPr>
        <w:t xml:space="preserve">2019 </w:t>
      </w:r>
      <w:r w:rsidRPr="008A2378">
        <w:rPr>
          <w:rFonts w:ascii="Verdana" w:hAnsi="Verdana" w:cs="Arial"/>
          <w:sz w:val="21"/>
          <w:szCs w:val="21"/>
        </w:rPr>
        <w:t xml:space="preserve">program available. </w:t>
      </w:r>
    </w:p>
    <w:p w14:paraId="7B229C8B" w14:textId="77777777" w:rsidR="002A7897" w:rsidRPr="008A2378" w:rsidRDefault="002A7897" w:rsidP="002A7897">
      <w:pPr>
        <w:rPr>
          <w:rFonts w:ascii="Verdana" w:hAnsi="Verdana" w:cs="Arial"/>
          <w:sz w:val="21"/>
          <w:szCs w:val="21"/>
        </w:rPr>
      </w:pPr>
    </w:p>
    <w:p w14:paraId="79DC7DFF" w14:textId="13E9D040" w:rsidR="002A7897" w:rsidRDefault="002A7897" w:rsidP="002A7897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 xml:space="preserve">As a reminder, </w:t>
      </w:r>
      <w:r w:rsidR="00320FE0" w:rsidRPr="008A2378">
        <w:rPr>
          <w:rFonts w:ascii="Verdana" w:hAnsi="Verdana" w:cs="Arial"/>
          <w:i/>
          <w:sz w:val="21"/>
          <w:szCs w:val="21"/>
        </w:rPr>
        <w:t>Right A</w:t>
      </w:r>
      <w:r w:rsidRPr="008A2378">
        <w:rPr>
          <w:rFonts w:ascii="Verdana" w:hAnsi="Verdana" w:cs="Arial"/>
          <w:i/>
          <w:sz w:val="21"/>
          <w:szCs w:val="21"/>
        </w:rPr>
        <w:t>t School</w:t>
      </w:r>
      <w:r w:rsidRPr="008A2378">
        <w:rPr>
          <w:rFonts w:ascii="Verdana" w:hAnsi="Verdana" w:cs="Arial"/>
          <w:sz w:val="21"/>
          <w:szCs w:val="21"/>
        </w:rPr>
        <w:t xml:space="preserve"> pro</w:t>
      </w:r>
      <w:r w:rsidR="00320FE0" w:rsidRPr="008A2378">
        <w:rPr>
          <w:rFonts w:ascii="Verdana" w:hAnsi="Verdana" w:cs="Arial"/>
          <w:sz w:val="21"/>
          <w:szCs w:val="21"/>
        </w:rPr>
        <w:t>gramming will begin in the 2019–</w:t>
      </w:r>
      <w:proofErr w:type="gramStart"/>
      <w:r w:rsidRPr="008A2378">
        <w:rPr>
          <w:rFonts w:ascii="Verdana" w:hAnsi="Verdana" w:cs="Arial"/>
          <w:sz w:val="21"/>
          <w:szCs w:val="21"/>
        </w:rPr>
        <w:t>20 school</w:t>
      </w:r>
      <w:proofErr w:type="gramEnd"/>
      <w:r w:rsidRPr="008A2378">
        <w:rPr>
          <w:rFonts w:ascii="Verdana" w:hAnsi="Verdana" w:cs="Arial"/>
          <w:sz w:val="21"/>
          <w:szCs w:val="21"/>
        </w:rPr>
        <w:t xml:space="preserve"> year. </w:t>
      </w:r>
    </w:p>
    <w:p w14:paraId="0BE6D57C" w14:textId="77777777" w:rsidR="008A2378" w:rsidRPr="008A2378" w:rsidRDefault="008A2378" w:rsidP="002A7897">
      <w:pPr>
        <w:rPr>
          <w:rFonts w:ascii="Verdana" w:hAnsi="Verdana" w:cs="Arial"/>
          <w:sz w:val="21"/>
          <w:szCs w:val="21"/>
        </w:rPr>
      </w:pPr>
    </w:p>
    <w:p w14:paraId="765A611E" w14:textId="77777777" w:rsidR="00D16DCD" w:rsidRPr="008A2378" w:rsidRDefault="00D16DCD" w:rsidP="00814C5B">
      <w:pPr>
        <w:rPr>
          <w:rFonts w:ascii="Verdana" w:hAnsi="Verdana" w:cs="Arial"/>
          <w:sz w:val="21"/>
          <w:szCs w:val="21"/>
          <w:lang w:val="ru-RU"/>
        </w:rPr>
      </w:pPr>
    </w:p>
    <w:p w14:paraId="20A5FE8D" w14:textId="4AC1CE0E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Sincerely,</w:t>
      </w:r>
    </w:p>
    <w:p w14:paraId="080AD9B6" w14:textId="77777777" w:rsidR="00E472BB" w:rsidRPr="008A2378" w:rsidRDefault="00E472BB" w:rsidP="005B28FF">
      <w:pPr>
        <w:rPr>
          <w:rFonts w:ascii="Verdana" w:hAnsi="Verdana" w:cs="Arial"/>
          <w:sz w:val="21"/>
          <w:szCs w:val="21"/>
        </w:rPr>
      </w:pPr>
    </w:p>
    <w:p w14:paraId="1B2333A7" w14:textId="77777777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 wp14:anchorId="0A290883" wp14:editId="633850FF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1895475" cy="488950"/>
            <wp:effectExtent l="0" t="0" r="0" b="6350"/>
            <wp:wrapTight wrapText="bothSides">
              <wp:wrapPolygon edited="0">
                <wp:start x="0" y="0"/>
                <wp:lineTo x="0" y="21039"/>
                <wp:lineTo x="21274" y="21039"/>
                <wp:lineTo x="212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814BA3" w14:textId="77777777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</w:p>
    <w:p w14:paraId="6B3F6801" w14:textId="77777777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</w:p>
    <w:p w14:paraId="7A85EC9D" w14:textId="77777777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</w:p>
    <w:p w14:paraId="7ED345C8" w14:textId="77777777" w:rsidR="005B28FF" w:rsidRPr="008A2378" w:rsidRDefault="005B28FF" w:rsidP="005B28FF">
      <w:pPr>
        <w:rPr>
          <w:rFonts w:ascii="Verdana" w:hAnsi="Verdana" w:cs="Arial"/>
          <w:sz w:val="21"/>
          <w:szCs w:val="21"/>
        </w:rPr>
      </w:pPr>
      <w:r w:rsidRPr="008A2378">
        <w:rPr>
          <w:rFonts w:ascii="Verdana" w:hAnsi="Verdana" w:cs="Arial"/>
          <w:sz w:val="21"/>
          <w:szCs w:val="21"/>
        </w:rPr>
        <w:t>Dr. Tammy Campbell, Superintendent</w:t>
      </w:r>
    </w:p>
    <w:p w14:paraId="1F135617" w14:textId="77777777" w:rsidR="0033594A" w:rsidRDefault="0033594A">
      <w:pPr>
        <w:rPr>
          <w:sz w:val="20"/>
          <w:szCs w:val="20"/>
        </w:rPr>
      </w:pPr>
    </w:p>
    <w:sectPr w:rsidR="0033594A" w:rsidSect="00F127C2">
      <w:headerReference w:type="default" r:id="rId14"/>
      <w:footerReference w:type="default" r:id="rId15"/>
      <w:pgSz w:w="12240" w:h="15840"/>
      <w:pgMar w:top="1440" w:right="1080" w:bottom="1440" w:left="1080" w:header="576" w:footer="43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8DBAA" w14:textId="77777777" w:rsidR="00831936" w:rsidRDefault="00831936" w:rsidP="00962D4A">
      <w:r>
        <w:separator/>
      </w:r>
    </w:p>
  </w:endnote>
  <w:endnote w:type="continuationSeparator" w:id="0">
    <w:p w14:paraId="4E50AFC2" w14:textId="77777777" w:rsidR="00831936" w:rsidRDefault="00831936" w:rsidP="00962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F14E68" w14:textId="7E6F7819" w:rsidR="00831936" w:rsidRPr="007C7041" w:rsidRDefault="0033594A" w:rsidP="007C7041">
    <w:pPr>
      <w:tabs>
        <w:tab w:val="left" w:pos="90"/>
      </w:tabs>
      <w:autoSpaceDE w:val="0"/>
      <w:autoSpaceDN w:val="0"/>
      <w:adjustRightInd w:val="0"/>
      <w:rPr>
        <w:rFonts w:ascii="Verdana" w:hAnsi="Verdana" w:cs="Arial"/>
        <w:sz w:val="20"/>
        <w:szCs w:val="20"/>
      </w:rPr>
    </w:pPr>
    <w:r w:rsidRPr="00345B7B">
      <w:rPr>
        <w:rFonts w:ascii="Verdana" w:hAnsi="Verdana"/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70F35D42" wp14:editId="07172C83">
              <wp:simplePos x="0" y="0"/>
              <wp:positionH relativeFrom="margin">
                <wp:align>left</wp:align>
              </wp:positionH>
              <wp:positionV relativeFrom="paragraph">
                <wp:posOffset>-495452</wp:posOffset>
              </wp:positionV>
              <wp:extent cx="6438900" cy="0"/>
              <wp:effectExtent l="0" t="0" r="12700" b="25400"/>
              <wp:wrapNone/>
              <wp:docPr id="5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825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CAF117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0;margin-top:-39pt;width:507pt;height:0;z-index:251660800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" strokecolor="#1825aa">
              <w10:wrap anchorx="margin"/>
            </v:shape>
          </w:pict>
        </mc:Fallback>
      </mc:AlternateContent>
    </w:r>
    <w:r w:rsidRPr="00345B7B">
      <w:rPr>
        <w:rFonts w:ascii="Verdana" w:hAnsi="Verdana"/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5BA073A" wp14:editId="155F60F4">
              <wp:simplePos x="0" y="0"/>
              <wp:positionH relativeFrom="page">
                <wp:posOffset>15875</wp:posOffset>
              </wp:positionH>
              <wp:positionV relativeFrom="paragraph">
                <wp:posOffset>-257175</wp:posOffset>
              </wp:positionV>
              <wp:extent cx="7760335" cy="580390"/>
              <wp:effectExtent l="0" t="0" r="12065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60335" cy="5803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6B9F99" w14:textId="77777777" w:rsidR="00831936" w:rsidRDefault="00831936" w:rsidP="004D76EB">
                          <w:pPr>
                            <w:autoSpaceDE w:val="0"/>
                            <w:autoSpaceDN w:val="0"/>
                            <w:adjustRightInd w:val="0"/>
                            <w:spacing w:after="120"/>
                            <w:jc w:val="center"/>
                            <w:rPr>
                              <w:rFonts w:ascii="Verdana" w:hAnsi="Verdana"/>
                              <w:color w:val="1825AA"/>
                              <w:sz w:val="20"/>
                            </w:rPr>
                          </w:pPr>
                          <w:r w:rsidRPr="00345B7B">
                            <w:rPr>
                              <w:rFonts w:ascii="Verdana" w:hAnsi="Verdana"/>
                              <w:color w:val="1825AA"/>
                              <w:spacing w:val="20"/>
                              <w:sz w:val="20"/>
                            </w:rPr>
                            <w:t xml:space="preserve">Federal Way Public Schools </w:t>
                          </w:r>
                          <w:r w:rsidRPr="00345B7B">
                            <w:rPr>
                              <w:rFonts w:ascii="Verdana" w:hAnsi="Verdana"/>
                              <w:color w:val="F6B221"/>
                              <w:spacing w:val="20"/>
                              <w:sz w:val="20"/>
                            </w:rPr>
                            <w:t>|</w:t>
                          </w:r>
                          <w:r w:rsidRPr="00345B7B">
                            <w:rPr>
                              <w:rFonts w:ascii="Verdana" w:hAnsi="Verdana"/>
                              <w:color w:val="1825AA"/>
                              <w:spacing w:val="20"/>
                              <w:sz w:val="20"/>
                            </w:rPr>
                            <w:t xml:space="preserve"> </w:t>
                          </w:r>
                          <w:r w:rsidRPr="00345B7B">
                            <w:rPr>
                              <w:rFonts w:ascii="Verdana" w:hAnsi="Verdana"/>
                              <w:color w:val="1825AA"/>
                              <w:sz w:val="20"/>
                            </w:rPr>
                            <w:t>Each Scholar: A voice. A dream.</w:t>
                          </w:r>
                          <w:r>
                            <w:rPr>
                              <w:rFonts w:ascii="Verdana" w:hAnsi="Verdana"/>
                              <w:color w:val="1825AA"/>
                              <w:sz w:val="20"/>
                            </w:rPr>
                            <w:t xml:space="preserve"> A BRIGHT Future.</w:t>
                          </w:r>
                        </w:p>
                        <w:p w14:paraId="0ED6B642" w14:textId="555D4BA3" w:rsidR="00831936" w:rsidRPr="00B41D62" w:rsidRDefault="00831936" w:rsidP="004D76EB">
                          <w:pPr>
                            <w:autoSpaceDE w:val="0"/>
                            <w:autoSpaceDN w:val="0"/>
                            <w:adjustRightInd w:val="0"/>
                            <w:spacing w:after="120"/>
                            <w:jc w:val="center"/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</w:pPr>
                          <w:r w:rsidRPr="00B41D62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>33330 8</w:t>
                          </w:r>
                          <w:r w:rsidRPr="00B41D62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  <w:vertAlign w:val="superscript"/>
                            </w:rPr>
                            <w:t>th</w:t>
                          </w:r>
                          <w:r w:rsidRPr="00B41D62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 xml:space="preserve"> Avenue South, Federal Way, WA 98003 | p.253.945.</w:t>
                          </w:r>
                          <w:r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>2000</w:t>
                          </w:r>
                          <w:r w:rsidR="00C47775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B41D62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>| f.253.945.</w:t>
                          </w:r>
                          <w:r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>2011</w:t>
                          </w:r>
                          <w:r w:rsidR="00217788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 xml:space="preserve"> </w:t>
                          </w:r>
                          <w:r w:rsidRPr="00B41D62">
                            <w:rPr>
                              <w:rFonts w:ascii="Verdana" w:hAnsi="Verdana" w:cs="Arial"/>
                              <w:iCs/>
                              <w:color w:val="404040" w:themeColor="text1" w:themeTint="BF"/>
                              <w:sz w:val="18"/>
                              <w:szCs w:val="20"/>
                            </w:rPr>
                            <w:t>| www.fwps.org</w:t>
                          </w:r>
                        </w:p>
                        <w:p w14:paraId="5E1AB740" w14:textId="77777777" w:rsidR="00831936" w:rsidRPr="00345B7B" w:rsidRDefault="00831936" w:rsidP="00767CE2">
                          <w:pPr>
                            <w:jc w:val="center"/>
                            <w:rPr>
                              <w:rFonts w:ascii="Verdana" w:hAnsi="Verdana"/>
                              <w:color w:val="1825AA"/>
                              <w:spacing w:val="2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BA07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.25pt;margin-top:-20.25pt;width:611.05pt;height:45.7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" stroked="f">
              <v:textbox>
                <w:txbxContent>
                  <w:p w14:paraId="6F6B9F99" w14:textId="77777777" w:rsidR="00831936" w:rsidRDefault="00831936" w:rsidP="004D76EB">
                    <w:pPr>
                      <w:autoSpaceDE w:val="0"/>
                      <w:autoSpaceDN w:val="0"/>
                      <w:adjustRightInd w:val="0"/>
                      <w:spacing w:after="120"/>
                      <w:jc w:val="center"/>
                      <w:rPr>
                        <w:rFonts w:ascii="Verdana" w:hAnsi="Verdana"/>
                        <w:color w:val="1825AA"/>
                        <w:sz w:val="20"/>
                      </w:rPr>
                    </w:pPr>
                    <w:r w:rsidRPr="00345B7B">
                      <w:rPr>
                        <w:rFonts w:ascii="Verdana" w:hAnsi="Verdana"/>
                        <w:color w:val="1825AA"/>
                        <w:spacing w:val="20"/>
                        <w:sz w:val="20"/>
                      </w:rPr>
                      <w:t xml:space="preserve">Federal Way Public Schools </w:t>
                    </w:r>
                    <w:r w:rsidRPr="00345B7B">
                      <w:rPr>
                        <w:rFonts w:ascii="Verdana" w:hAnsi="Verdana"/>
                        <w:color w:val="F6B221"/>
                        <w:spacing w:val="20"/>
                        <w:sz w:val="20"/>
                      </w:rPr>
                      <w:t>|</w:t>
                    </w:r>
                    <w:r w:rsidRPr="00345B7B">
                      <w:rPr>
                        <w:rFonts w:ascii="Verdana" w:hAnsi="Verdana"/>
                        <w:color w:val="1825AA"/>
                        <w:spacing w:val="20"/>
                        <w:sz w:val="20"/>
                      </w:rPr>
                      <w:t xml:space="preserve"> </w:t>
                    </w:r>
                    <w:r w:rsidRPr="00345B7B">
                      <w:rPr>
                        <w:rFonts w:ascii="Verdana" w:hAnsi="Verdana"/>
                        <w:color w:val="1825AA"/>
                        <w:sz w:val="20"/>
                      </w:rPr>
                      <w:t>Each Scholar: A voice. A dream.</w:t>
                    </w:r>
                    <w:r>
                      <w:rPr>
                        <w:rFonts w:ascii="Verdana" w:hAnsi="Verdana"/>
                        <w:color w:val="1825AA"/>
                        <w:sz w:val="20"/>
                      </w:rPr>
                      <w:t xml:space="preserve"> A BRIGHT Future.</w:t>
                    </w:r>
                  </w:p>
                  <w:p w14:paraId="0ED6B642" w14:textId="555D4BA3" w:rsidR="00831936" w:rsidRPr="00B41D62" w:rsidRDefault="00831936" w:rsidP="004D76EB">
                    <w:pPr>
                      <w:autoSpaceDE w:val="0"/>
                      <w:autoSpaceDN w:val="0"/>
                      <w:adjustRightInd w:val="0"/>
                      <w:spacing w:after="120"/>
                      <w:jc w:val="center"/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</w:pPr>
                    <w:r w:rsidRPr="00B41D62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>33330 8</w:t>
                    </w:r>
                    <w:r w:rsidRPr="00B41D62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  <w:vertAlign w:val="superscript"/>
                      </w:rPr>
                      <w:t>th</w:t>
                    </w:r>
                    <w:r w:rsidRPr="00B41D62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 xml:space="preserve"> Avenue South, Federal Way, WA 98003 | p.253.945.</w:t>
                    </w:r>
                    <w:r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>2000</w:t>
                    </w:r>
                    <w:r w:rsidR="00C47775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 xml:space="preserve"> </w:t>
                    </w:r>
                    <w:r w:rsidRPr="00B41D62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>| f.253.945.</w:t>
                    </w:r>
                    <w:r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>2011</w:t>
                    </w:r>
                    <w:r w:rsidR="00217788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 xml:space="preserve"> </w:t>
                    </w:r>
                    <w:r w:rsidRPr="00B41D62">
                      <w:rPr>
                        <w:rFonts w:ascii="Verdana" w:hAnsi="Verdana" w:cs="Arial"/>
                        <w:iCs/>
                        <w:color w:val="404040" w:themeColor="text1" w:themeTint="BF"/>
                        <w:sz w:val="18"/>
                        <w:szCs w:val="20"/>
                      </w:rPr>
                      <w:t>| www.fwps.org</w:t>
                    </w:r>
                  </w:p>
                  <w:p w14:paraId="5E1AB740" w14:textId="77777777" w:rsidR="00831936" w:rsidRPr="00345B7B" w:rsidRDefault="00831936" w:rsidP="00767CE2">
                    <w:pPr>
                      <w:jc w:val="center"/>
                      <w:rPr>
                        <w:rFonts w:ascii="Verdana" w:hAnsi="Verdana"/>
                        <w:color w:val="1825AA"/>
                        <w:spacing w:val="20"/>
                        <w:sz w:val="20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D3B485" w14:textId="77777777" w:rsidR="00831936" w:rsidRDefault="00831936" w:rsidP="00962D4A">
      <w:r>
        <w:separator/>
      </w:r>
    </w:p>
  </w:footnote>
  <w:footnote w:type="continuationSeparator" w:id="0">
    <w:p w14:paraId="40BBF5B3" w14:textId="77777777" w:rsidR="00831936" w:rsidRDefault="00831936" w:rsidP="00962D4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DA1182" w14:textId="77777777" w:rsidR="00831936" w:rsidRDefault="00831936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57728" behindDoc="0" locked="0" layoutInCell="0" allowOverlap="1" wp14:anchorId="45960CD6" wp14:editId="28774064">
          <wp:simplePos x="0" y="0"/>
          <wp:positionH relativeFrom="column">
            <wp:posOffset>-77470</wp:posOffset>
          </wp:positionH>
          <wp:positionV relativeFrom="paragraph">
            <wp:posOffset>-101410</wp:posOffset>
          </wp:positionV>
          <wp:extent cx="2446317" cy="815439"/>
          <wp:effectExtent l="0" t="0" r="0" b="3810"/>
          <wp:wrapNone/>
          <wp:docPr id="13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oriz_black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46317" cy="8154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DE909A" w14:textId="77777777" w:rsidR="00831936" w:rsidRDefault="00831936">
    <w:pPr>
      <w:pStyle w:val="Header"/>
      <w:rPr>
        <w:noProof/>
      </w:rPr>
    </w:pPr>
    <w:r>
      <w:rPr>
        <w:rFonts w:asciiTheme="minorHAnsi" w:hAnsiTheme="minorHAnsi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01EDFD38" wp14:editId="22180C5C">
              <wp:simplePos x="0" y="0"/>
              <wp:positionH relativeFrom="margin">
                <wp:align>right</wp:align>
              </wp:positionH>
              <wp:positionV relativeFrom="paragraph">
                <wp:posOffset>79375</wp:posOffset>
              </wp:positionV>
              <wp:extent cx="192405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457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394F38" w14:textId="77777777" w:rsidR="00831936" w:rsidRDefault="00831936" w:rsidP="0083541C">
                          <w:pPr>
                            <w:jc w:val="right"/>
                          </w:pPr>
                          <w:r>
                            <w:rPr>
                              <w:noProof/>
                            </w:rPr>
                            <w:tab/>
                          </w:r>
                          <w:r w:rsidRPr="00B41D62">
                            <w:rPr>
                              <w:rFonts w:ascii="Verdana" w:hAnsi="Verdana" w:cs="Tahoma"/>
                              <w:color w:val="404040" w:themeColor="text1" w:themeTint="BF"/>
                              <w:szCs w:val="28"/>
                            </w:rPr>
                            <w:t>Office of the</w:t>
                          </w:r>
                          <w:r>
                            <w:rPr>
                              <w:rFonts w:ascii="Verdana" w:hAnsi="Verdana" w:cs="Tahoma"/>
                              <w:color w:val="404040" w:themeColor="text1" w:themeTint="BF"/>
                              <w:szCs w:val="28"/>
                            </w:rPr>
                            <w:t xml:space="preserve"> </w:t>
                          </w:r>
                          <w:r w:rsidRPr="00B41D62">
                            <w:rPr>
                              <w:rFonts w:ascii="Verdana" w:hAnsi="Verdana" w:cs="Tahoma"/>
                              <w:b/>
                              <w:color w:val="404040" w:themeColor="text1" w:themeTint="BF"/>
                              <w:szCs w:val="28"/>
                            </w:rPr>
                            <w:t>SUPERINTENDENT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1EDFD3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100.3pt;margin-top:6.25pt;width:151.5pt;height:36pt;z-index:2516628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" fillcolor="white [3201]" stroked="f" strokeweight=".5pt">
              <v:textbox>
                <w:txbxContent>
                  <w:p w14:paraId="13394F38" w14:textId="77777777" w:rsidR="00831936" w:rsidRDefault="00831936" w:rsidP="0083541C">
                    <w:pPr>
                      <w:jc w:val="right"/>
                    </w:pPr>
                    <w:r>
                      <w:rPr>
                        <w:noProof/>
                      </w:rPr>
                      <w:tab/>
                    </w:r>
                    <w:r w:rsidRPr="00B41D62">
                      <w:rPr>
                        <w:rFonts w:ascii="Verdana" w:hAnsi="Verdana" w:cs="Tahoma"/>
                        <w:color w:val="404040" w:themeColor="text1" w:themeTint="BF"/>
                        <w:szCs w:val="28"/>
                      </w:rPr>
                      <w:t>Office of the</w:t>
                    </w:r>
                    <w:r>
                      <w:rPr>
                        <w:rFonts w:ascii="Verdana" w:hAnsi="Verdana" w:cs="Tahoma"/>
                        <w:color w:val="404040" w:themeColor="text1" w:themeTint="BF"/>
                        <w:szCs w:val="28"/>
                      </w:rPr>
                      <w:t xml:space="preserve"> </w:t>
                    </w:r>
                    <w:r w:rsidRPr="00B41D62">
                      <w:rPr>
                        <w:rFonts w:ascii="Verdana" w:hAnsi="Verdana" w:cs="Tahoma"/>
                        <w:b/>
                        <w:color w:val="404040" w:themeColor="text1" w:themeTint="BF"/>
                        <w:szCs w:val="28"/>
                      </w:rPr>
                      <w:t>SUPERINTENDENT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355E3EC2" w14:textId="77777777" w:rsidR="00831936" w:rsidRDefault="00831936">
    <w:pPr>
      <w:pStyle w:val="Header"/>
      <w:rPr>
        <w:noProof/>
      </w:rPr>
    </w:pPr>
  </w:p>
  <w:p w14:paraId="7B9A7802" w14:textId="77777777" w:rsidR="00831936" w:rsidRPr="00B41D62" w:rsidRDefault="00831936" w:rsidP="0083541C">
    <w:pPr>
      <w:jc w:val="right"/>
      <w:rPr>
        <w:rFonts w:ascii="Verdana" w:hAnsi="Verdana" w:cs="Tahoma"/>
        <w:color w:val="404040" w:themeColor="text1" w:themeTint="BF"/>
        <w:sz w:val="28"/>
        <w:szCs w:val="28"/>
      </w:rPr>
    </w:pPr>
    <w:r>
      <w:rPr>
        <w:noProof/>
      </w:rPr>
      <w:tab/>
    </w:r>
  </w:p>
  <w:p w14:paraId="6FFAD544" w14:textId="77777777" w:rsidR="00831936" w:rsidRDefault="00831936" w:rsidP="0083541C">
    <w:pPr>
      <w:jc w:val="right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6704" behindDoc="0" locked="0" layoutInCell="1" allowOverlap="1" wp14:anchorId="0F9EF60D" wp14:editId="605205EC">
              <wp:simplePos x="0" y="0"/>
              <wp:positionH relativeFrom="column">
                <wp:posOffset>-60325</wp:posOffset>
              </wp:positionH>
              <wp:positionV relativeFrom="paragraph">
                <wp:posOffset>165364</wp:posOffset>
              </wp:positionV>
              <wp:extent cx="6438900" cy="0"/>
              <wp:effectExtent l="0" t="0" r="19050" b="19050"/>
              <wp:wrapNone/>
              <wp:docPr id="3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89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825A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8EC671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4.75pt;margin-top:13pt;width:507pt;height:0;z-index:2516567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" strokecolor="#1825aa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">
    <w:nsid w:val="00000007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D6B017A"/>
    <w:multiLevelType w:val="multilevel"/>
    <w:tmpl w:val="8424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8B0077"/>
    <w:multiLevelType w:val="multilevel"/>
    <w:tmpl w:val="E7903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51757C6"/>
    <w:multiLevelType w:val="hybridMultilevel"/>
    <w:tmpl w:val="D0329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E68CB"/>
    <w:multiLevelType w:val="hybridMultilevel"/>
    <w:tmpl w:val="1D186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B1879"/>
    <w:multiLevelType w:val="hybridMultilevel"/>
    <w:tmpl w:val="FBF80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5663E2"/>
    <w:multiLevelType w:val="hybridMultilevel"/>
    <w:tmpl w:val="68ACE4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2740CC0"/>
    <w:multiLevelType w:val="multilevel"/>
    <w:tmpl w:val="A0DA7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5264D9"/>
    <w:multiLevelType w:val="multilevel"/>
    <w:tmpl w:val="3A4C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5D73B23"/>
    <w:multiLevelType w:val="multilevel"/>
    <w:tmpl w:val="F59CE2C0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  <w:sz w:val="20"/>
      </w:rPr>
    </w:lvl>
  </w:abstractNum>
  <w:abstractNum w:abstractNumId="11">
    <w:nsid w:val="67E75E8D"/>
    <w:multiLevelType w:val="multilevel"/>
    <w:tmpl w:val="1B5E4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C1119C8"/>
    <w:multiLevelType w:val="multilevel"/>
    <w:tmpl w:val="7952A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05F3B13"/>
    <w:multiLevelType w:val="hybridMultilevel"/>
    <w:tmpl w:val="06309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20A4678"/>
    <w:multiLevelType w:val="hybridMultilevel"/>
    <w:tmpl w:val="56182B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9743C5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2"/>
  </w:num>
  <w:num w:numId="5">
    <w:abstractNumId w:val="9"/>
  </w:num>
  <w:num w:numId="6">
    <w:abstractNumId w:val="8"/>
  </w:num>
  <w:num w:numId="7">
    <w:abstractNumId w:val="11"/>
  </w:num>
  <w:num w:numId="8">
    <w:abstractNumId w:val="4"/>
  </w:num>
  <w:num w:numId="9">
    <w:abstractNumId w:val="13"/>
  </w:num>
  <w:num w:numId="10">
    <w:abstractNumId w:val="10"/>
  </w:num>
  <w:num w:numId="11">
    <w:abstractNumId w:val="3"/>
  </w:num>
  <w:num w:numId="12">
    <w:abstractNumId w:val="5"/>
  </w:num>
  <w:num w:numId="13">
    <w:abstractNumId w:val="12"/>
  </w:num>
  <w:num w:numId="14">
    <w:abstractNumId w:val="7"/>
  </w:num>
  <w:num w:numId="15">
    <w:abstractNumId w:val="14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EATNzQzNjAzMzc1MzJR2l4NTi4sz8PJACQ7NaALnuz/UtAAAA"/>
  </w:docVars>
  <w:rsids>
    <w:rsidRoot w:val="00990E16"/>
    <w:rsid w:val="0000010F"/>
    <w:rsid w:val="00007B5D"/>
    <w:rsid w:val="00015934"/>
    <w:rsid w:val="00016C52"/>
    <w:rsid w:val="00045567"/>
    <w:rsid w:val="00046E19"/>
    <w:rsid w:val="000477C7"/>
    <w:rsid w:val="00055099"/>
    <w:rsid w:val="000661E9"/>
    <w:rsid w:val="000671A9"/>
    <w:rsid w:val="0006746D"/>
    <w:rsid w:val="00076797"/>
    <w:rsid w:val="00077BCF"/>
    <w:rsid w:val="000842BC"/>
    <w:rsid w:val="00086067"/>
    <w:rsid w:val="00087713"/>
    <w:rsid w:val="00091EF0"/>
    <w:rsid w:val="000959E2"/>
    <w:rsid w:val="000A5754"/>
    <w:rsid w:val="000B06FC"/>
    <w:rsid w:val="000B27FE"/>
    <w:rsid w:val="000B2CCA"/>
    <w:rsid w:val="000B2CCE"/>
    <w:rsid w:val="000B5572"/>
    <w:rsid w:val="000B6F5E"/>
    <w:rsid w:val="000B720F"/>
    <w:rsid w:val="000C2E0F"/>
    <w:rsid w:val="000C6123"/>
    <w:rsid w:val="000C6437"/>
    <w:rsid w:val="000C67F7"/>
    <w:rsid w:val="000C754C"/>
    <w:rsid w:val="000D1B80"/>
    <w:rsid w:val="000E1519"/>
    <w:rsid w:val="000E20FF"/>
    <w:rsid w:val="000F1C9B"/>
    <w:rsid w:val="000F45E0"/>
    <w:rsid w:val="00100FCF"/>
    <w:rsid w:val="00105B29"/>
    <w:rsid w:val="00107F3F"/>
    <w:rsid w:val="00130F45"/>
    <w:rsid w:val="00140C3E"/>
    <w:rsid w:val="00140D8A"/>
    <w:rsid w:val="00144571"/>
    <w:rsid w:val="00144C07"/>
    <w:rsid w:val="00151F0D"/>
    <w:rsid w:val="00155DF6"/>
    <w:rsid w:val="00156DFA"/>
    <w:rsid w:val="00164176"/>
    <w:rsid w:val="00164A49"/>
    <w:rsid w:val="00166C6E"/>
    <w:rsid w:val="00175BD0"/>
    <w:rsid w:val="00175C9C"/>
    <w:rsid w:val="00191654"/>
    <w:rsid w:val="001A1299"/>
    <w:rsid w:val="001A250B"/>
    <w:rsid w:val="001A3F9C"/>
    <w:rsid w:val="001B06F1"/>
    <w:rsid w:val="001B0E6A"/>
    <w:rsid w:val="001B670A"/>
    <w:rsid w:val="001B6F38"/>
    <w:rsid w:val="001C0169"/>
    <w:rsid w:val="001C077F"/>
    <w:rsid w:val="001C133C"/>
    <w:rsid w:val="001D4617"/>
    <w:rsid w:val="001E0937"/>
    <w:rsid w:val="001E5C14"/>
    <w:rsid w:val="001E77D0"/>
    <w:rsid w:val="001F74E9"/>
    <w:rsid w:val="00205A7B"/>
    <w:rsid w:val="00216778"/>
    <w:rsid w:val="00217788"/>
    <w:rsid w:val="00217B3B"/>
    <w:rsid w:val="00222931"/>
    <w:rsid w:val="00224766"/>
    <w:rsid w:val="00225E05"/>
    <w:rsid w:val="002340A5"/>
    <w:rsid w:val="0024221B"/>
    <w:rsid w:val="00246E67"/>
    <w:rsid w:val="002555F0"/>
    <w:rsid w:val="00260FA0"/>
    <w:rsid w:val="00264803"/>
    <w:rsid w:val="0029095D"/>
    <w:rsid w:val="002A232C"/>
    <w:rsid w:val="002A7897"/>
    <w:rsid w:val="002B2A46"/>
    <w:rsid w:val="002B6A04"/>
    <w:rsid w:val="002B7E23"/>
    <w:rsid w:val="002C1538"/>
    <w:rsid w:val="002C26D4"/>
    <w:rsid w:val="002D2A59"/>
    <w:rsid w:val="002D748C"/>
    <w:rsid w:val="002E0299"/>
    <w:rsid w:val="002E3663"/>
    <w:rsid w:val="002F2B51"/>
    <w:rsid w:val="003075F8"/>
    <w:rsid w:val="003145B3"/>
    <w:rsid w:val="00320FE0"/>
    <w:rsid w:val="003223E1"/>
    <w:rsid w:val="0033594A"/>
    <w:rsid w:val="00345B7B"/>
    <w:rsid w:val="0035146D"/>
    <w:rsid w:val="00356338"/>
    <w:rsid w:val="00357571"/>
    <w:rsid w:val="00362922"/>
    <w:rsid w:val="0037318E"/>
    <w:rsid w:val="00375E44"/>
    <w:rsid w:val="003774AC"/>
    <w:rsid w:val="00390CF9"/>
    <w:rsid w:val="00397878"/>
    <w:rsid w:val="003A1052"/>
    <w:rsid w:val="003A5D63"/>
    <w:rsid w:val="003B0A1D"/>
    <w:rsid w:val="003B3E6A"/>
    <w:rsid w:val="003B5F55"/>
    <w:rsid w:val="003C3D6F"/>
    <w:rsid w:val="003C48D1"/>
    <w:rsid w:val="003D76F7"/>
    <w:rsid w:val="003D77F8"/>
    <w:rsid w:val="003F0E4A"/>
    <w:rsid w:val="003F0FC7"/>
    <w:rsid w:val="003F422C"/>
    <w:rsid w:val="003F65AE"/>
    <w:rsid w:val="003F73B3"/>
    <w:rsid w:val="00401901"/>
    <w:rsid w:val="00404422"/>
    <w:rsid w:val="004164B5"/>
    <w:rsid w:val="00417DD7"/>
    <w:rsid w:val="00420640"/>
    <w:rsid w:val="004239D3"/>
    <w:rsid w:val="00444E3D"/>
    <w:rsid w:val="004524F9"/>
    <w:rsid w:val="004610F3"/>
    <w:rsid w:val="004747A5"/>
    <w:rsid w:val="0048204A"/>
    <w:rsid w:val="00485117"/>
    <w:rsid w:val="004911CF"/>
    <w:rsid w:val="00493B8F"/>
    <w:rsid w:val="0049428B"/>
    <w:rsid w:val="00494E72"/>
    <w:rsid w:val="004A1558"/>
    <w:rsid w:val="004A1C69"/>
    <w:rsid w:val="004B3F33"/>
    <w:rsid w:val="004C30E4"/>
    <w:rsid w:val="004D088F"/>
    <w:rsid w:val="004D4C5B"/>
    <w:rsid w:val="004D7062"/>
    <w:rsid w:val="004D76EB"/>
    <w:rsid w:val="004E2013"/>
    <w:rsid w:val="004F1D17"/>
    <w:rsid w:val="004F594A"/>
    <w:rsid w:val="00500E95"/>
    <w:rsid w:val="00502E86"/>
    <w:rsid w:val="00512446"/>
    <w:rsid w:val="00517DD4"/>
    <w:rsid w:val="0052405D"/>
    <w:rsid w:val="005311C7"/>
    <w:rsid w:val="00531847"/>
    <w:rsid w:val="00534348"/>
    <w:rsid w:val="005418DC"/>
    <w:rsid w:val="005429A5"/>
    <w:rsid w:val="00561B93"/>
    <w:rsid w:val="0056707B"/>
    <w:rsid w:val="005731C6"/>
    <w:rsid w:val="00581D46"/>
    <w:rsid w:val="00594F17"/>
    <w:rsid w:val="005A1906"/>
    <w:rsid w:val="005A33AC"/>
    <w:rsid w:val="005B251B"/>
    <w:rsid w:val="005B28FF"/>
    <w:rsid w:val="005B5134"/>
    <w:rsid w:val="005C0E61"/>
    <w:rsid w:val="005D21B2"/>
    <w:rsid w:val="005D30F5"/>
    <w:rsid w:val="005D3D1E"/>
    <w:rsid w:val="005F30C7"/>
    <w:rsid w:val="00603708"/>
    <w:rsid w:val="0061352F"/>
    <w:rsid w:val="00621FFB"/>
    <w:rsid w:val="006235F3"/>
    <w:rsid w:val="00624F4D"/>
    <w:rsid w:val="006300AC"/>
    <w:rsid w:val="00630F5F"/>
    <w:rsid w:val="00637606"/>
    <w:rsid w:val="0065010E"/>
    <w:rsid w:val="0065726F"/>
    <w:rsid w:val="00675F51"/>
    <w:rsid w:val="00676B55"/>
    <w:rsid w:val="00680EB0"/>
    <w:rsid w:val="0068101E"/>
    <w:rsid w:val="0068188C"/>
    <w:rsid w:val="00692A0E"/>
    <w:rsid w:val="0069512C"/>
    <w:rsid w:val="006A0F8A"/>
    <w:rsid w:val="006B23B0"/>
    <w:rsid w:val="006B6943"/>
    <w:rsid w:val="006D0A2C"/>
    <w:rsid w:val="006D65B9"/>
    <w:rsid w:val="006E32B6"/>
    <w:rsid w:val="006E7C6D"/>
    <w:rsid w:val="00700F7F"/>
    <w:rsid w:val="00702D9D"/>
    <w:rsid w:val="007057AC"/>
    <w:rsid w:val="00707484"/>
    <w:rsid w:val="0071259B"/>
    <w:rsid w:val="007127CD"/>
    <w:rsid w:val="00712A40"/>
    <w:rsid w:val="0071653F"/>
    <w:rsid w:val="00717AD6"/>
    <w:rsid w:val="00721386"/>
    <w:rsid w:val="0072305E"/>
    <w:rsid w:val="00727C3F"/>
    <w:rsid w:val="00740E85"/>
    <w:rsid w:val="007461C5"/>
    <w:rsid w:val="00746652"/>
    <w:rsid w:val="0075104F"/>
    <w:rsid w:val="007556CE"/>
    <w:rsid w:val="00756D32"/>
    <w:rsid w:val="007622D1"/>
    <w:rsid w:val="00767CE2"/>
    <w:rsid w:val="00776BFA"/>
    <w:rsid w:val="00785D37"/>
    <w:rsid w:val="00787D0B"/>
    <w:rsid w:val="00790DEA"/>
    <w:rsid w:val="0079544B"/>
    <w:rsid w:val="00797B60"/>
    <w:rsid w:val="007A4BB0"/>
    <w:rsid w:val="007A66C6"/>
    <w:rsid w:val="007B3EC7"/>
    <w:rsid w:val="007B5204"/>
    <w:rsid w:val="007C1BD0"/>
    <w:rsid w:val="007C7041"/>
    <w:rsid w:val="007D4340"/>
    <w:rsid w:val="007D61D8"/>
    <w:rsid w:val="007D6C35"/>
    <w:rsid w:val="007D770E"/>
    <w:rsid w:val="007E2F52"/>
    <w:rsid w:val="007F0944"/>
    <w:rsid w:val="007F0B92"/>
    <w:rsid w:val="007F64B2"/>
    <w:rsid w:val="007F7417"/>
    <w:rsid w:val="008004F4"/>
    <w:rsid w:val="00806640"/>
    <w:rsid w:val="00807DDA"/>
    <w:rsid w:val="0081026B"/>
    <w:rsid w:val="00814C5B"/>
    <w:rsid w:val="00820475"/>
    <w:rsid w:val="008212A1"/>
    <w:rsid w:val="00821A32"/>
    <w:rsid w:val="0083077D"/>
    <w:rsid w:val="00831936"/>
    <w:rsid w:val="00834648"/>
    <w:rsid w:val="00834CFE"/>
    <w:rsid w:val="0083541C"/>
    <w:rsid w:val="00840F29"/>
    <w:rsid w:val="00841C8D"/>
    <w:rsid w:val="00845241"/>
    <w:rsid w:val="00847487"/>
    <w:rsid w:val="00857BE8"/>
    <w:rsid w:val="00860673"/>
    <w:rsid w:val="00861D23"/>
    <w:rsid w:val="00861D34"/>
    <w:rsid w:val="0086639A"/>
    <w:rsid w:val="008721D3"/>
    <w:rsid w:val="00875F83"/>
    <w:rsid w:val="00883005"/>
    <w:rsid w:val="00885BE6"/>
    <w:rsid w:val="008901AE"/>
    <w:rsid w:val="00892049"/>
    <w:rsid w:val="00894288"/>
    <w:rsid w:val="00896678"/>
    <w:rsid w:val="008A2378"/>
    <w:rsid w:val="008A59A6"/>
    <w:rsid w:val="008B000B"/>
    <w:rsid w:val="008B271D"/>
    <w:rsid w:val="008B4458"/>
    <w:rsid w:val="008B47BE"/>
    <w:rsid w:val="008B521C"/>
    <w:rsid w:val="008C4D65"/>
    <w:rsid w:val="008C6DD5"/>
    <w:rsid w:val="008D261C"/>
    <w:rsid w:val="008D2F18"/>
    <w:rsid w:val="008D416E"/>
    <w:rsid w:val="008D47E9"/>
    <w:rsid w:val="008D59F0"/>
    <w:rsid w:val="008E1613"/>
    <w:rsid w:val="008E339B"/>
    <w:rsid w:val="008E444A"/>
    <w:rsid w:val="008F132D"/>
    <w:rsid w:val="008F166F"/>
    <w:rsid w:val="008F1F7A"/>
    <w:rsid w:val="008F658A"/>
    <w:rsid w:val="008F7F2D"/>
    <w:rsid w:val="00906072"/>
    <w:rsid w:val="009120A6"/>
    <w:rsid w:val="00917DE3"/>
    <w:rsid w:val="00930002"/>
    <w:rsid w:val="009401F5"/>
    <w:rsid w:val="009402EA"/>
    <w:rsid w:val="00943686"/>
    <w:rsid w:val="00946ED9"/>
    <w:rsid w:val="00950323"/>
    <w:rsid w:val="00961690"/>
    <w:rsid w:val="00962D4A"/>
    <w:rsid w:val="00965E0C"/>
    <w:rsid w:val="00976F9E"/>
    <w:rsid w:val="009857C1"/>
    <w:rsid w:val="009908D8"/>
    <w:rsid w:val="00990E16"/>
    <w:rsid w:val="00991C0D"/>
    <w:rsid w:val="00992FF7"/>
    <w:rsid w:val="00995930"/>
    <w:rsid w:val="009973D4"/>
    <w:rsid w:val="009B35C6"/>
    <w:rsid w:val="009B3902"/>
    <w:rsid w:val="009C0C8A"/>
    <w:rsid w:val="009C5BC6"/>
    <w:rsid w:val="009C5F25"/>
    <w:rsid w:val="009D4B77"/>
    <w:rsid w:val="009E085B"/>
    <w:rsid w:val="009E0A60"/>
    <w:rsid w:val="009F7F4E"/>
    <w:rsid w:val="00A078D6"/>
    <w:rsid w:val="00A10E47"/>
    <w:rsid w:val="00A118C2"/>
    <w:rsid w:val="00A12C4C"/>
    <w:rsid w:val="00A12EC4"/>
    <w:rsid w:val="00A222D1"/>
    <w:rsid w:val="00A36F4F"/>
    <w:rsid w:val="00A40DAC"/>
    <w:rsid w:val="00A430F1"/>
    <w:rsid w:val="00A65C38"/>
    <w:rsid w:val="00A66846"/>
    <w:rsid w:val="00A900E5"/>
    <w:rsid w:val="00A91ABA"/>
    <w:rsid w:val="00A92E41"/>
    <w:rsid w:val="00A97B4F"/>
    <w:rsid w:val="00AA661A"/>
    <w:rsid w:val="00AB6C28"/>
    <w:rsid w:val="00AD1434"/>
    <w:rsid w:val="00AD16E7"/>
    <w:rsid w:val="00AD4254"/>
    <w:rsid w:val="00AD49C9"/>
    <w:rsid w:val="00AD51FE"/>
    <w:rsid w:val="00AE3CC7"/>
    <w:rsid w:val="00AF598F"/>
    <w:rsid w:val="00AF738E"/>
    <w:rsid w:val="00AF7833"/>
    <w:rsid w:val="00B00130"/>
    <w:rsid w:val="00B0435D"/>
    <w:rsid w:val="00B076BF"/>
    <w:rsid w:val="00B17715"/>
    <w:rsid w:val="00B22DA3"/>
    <w:rsid w:val="00B24E60"/>
    <w:rsid w:val="00B315D7"/>
    <w:rsid w:val="00B3620D"/>
    <w:rsid w:val="00B363C8"/>
    <w:rsid w:val="00B41D62"/>
    <w:rsid w:val="00B448D1"/>
    <w:rsid w:val="00B61543"/>
    <w:rsid w:val="00B62948"/>
    <w:rsid w:val="00B722D9"/>
    <w:rsid w:val="00B751EF"/>
    <w:rsid w:val="00B92FA1"/>
    <w:rsid w:val="00BA17E8"/>
    <w:rsid w:val="00BA4FC9"/>
    <w:rsid w:val="00BB4D10"/>
    <w:rsid w:val="00BC6129"/>
    <w:rsid w:val="00BC63C7"/>
    <w:rsid w:val="00BD5DAF"/>
    <w:rsid w:val="00BE12C0"/>
    <w:rsid w:val="00BF1D12"/>
    <w:rsid w:val="00BF2DCC"/>
    <w:rsid w:val="00C03F50"/>
    <w:rsid w:val="00C0516B"/>
    <w:rsid w:val="00C10BA4"/>
    <w:rsid w:val="00C15FA2"/>
    <w:rsid w:val="00C2100C"/>
    <w:rsid w:val="00C254FB"/>
    <w:rsid w:val="00C3065F"/>
    <w:rsid w:val="00C33C2F"/>
    <w:rsid w:val="00C344FA"/>
    <w:rsid w:val="00C40702"/>
    <w:rsid w:val="00C43485"/>
    <w:rsid w:val="00C43718"/>
    <w:rsid w:val="00C43BAC"/>
    <w:rsid w:val="00C47775"/>
    <w:rsid w:val="00C506A9"/>
    <w:rsid w:val="00C521B8"/>
    <w:rsid w:val="00C556CD"/>
    <w:rsid w:val="00C55C51"/>
    <w:rsid w:val="00C60781"/>
    <w:rsid w:val="00C6098C"/>
    <w:rsid w:val="00C641E7"/>
    <w:rsid w:val="00C73FF8"/>
    <w:rsid w:val="00C85FA1"/>
    <w:rsid w:val="00C960E0"/>
    <w:rsid w:val="00C9637A"/>
    <w:rsid w:val="00CA6391"/>
    <w:rsid w:val="00CB0258"/>
    <w:rsid w:val="00CB3FBA"/>
    <w:rsid w:val="00CC3DAB"/>
    <w:rsid w:val="00CC445F"/>
    <w:rsid w:val="00CC69A0"/>
    <w:rsid w:val="00CD4D6F"/>
    <w:rsid w:val="00CD67A4"/>
    <w:rsid w:val="00CE112E"/>
    <w:rsid w:val="00CF4612"/>
    <w:rsid w:val="00D05AE7"/>
    <w:rsid w:val="00D0633F"/>
    <w:rsid w:val="00D0673D"/>
    <w:rsid w:val="00D1216E"/>
    <w:rsid w:val="00D15DF1"/>
    <w:rsid w:val="00D16DCD"/>
    <w:rsid w:val="00D21CFB"/>
    <w:rsid w:val="00D243D5"/>
    <w:rsid w:val="00D2483E"/>
    <w:rsid w:val="00D25E7D"/>
    <w:rsid w:val="00D27BDF"/>
    <w:rsid w:val="00D32FBF"/>
    <w:rsid w:val="00D35AAB"/>
    <w:rsid w:val="00D51CBB"/>
    <w:rsid w:val="00D52444"/>
    <w:rsid w:val="00D53917"/>
    <w:rsid w:val="00D57028"/>
    <w:rsid w:val="00D62F08"/>
    <w:rsid w:val="00D663E6"/>
    <w:rsid w:val="00D67727"/>
    <w:rsid w:val="00D67739"/>
    <w:rsid w:val="00D7216C"/>
    <w:rsid w:val="00D81762"/>
    <w:rsid w:val="00D91970"/>
    <w:rsid w:val="00DA1453"/>
    <w:rsid w:val="00DC039E"/>
    <w:rsid w:val="00DD5CA0"/>
    <w:rsid w:val="00DD630A"/>
    <w:rsid w:val="00DE0B4E"/>
    <w:rsid w:val="00DE13AE"/>
    <w:rsid w:val="00DE6FE9"/>
    <w:rsid w:val="00DE7BC0"/>
    <w:rsid w:val="00DE7F95"/>
    <w:rsid w:val="00DF4A33"/>
    <w:rsid w:val="00DF540F"/>
    <w:rsid w:val="00E04305"/>
    <w:rsid w:val="00E07F4C"/>
    <w:rsid w:val="00E1482F"/>
    <w:rsid w:val="00E2012B"/>
    <w:rsid w:val="00E207BD"/>
    <w:rsid w:val="00E336BB"/>
    <w:rsid w:val="00E37A88"/>
    <w:rsid w:val="00E472BB"/>
    <w:rsid w:val="00E577A2"/>
    <w:rsid w:val="00E62578"/>
    <w:rsid w:val="00E63A44"/>
    <w:rsid w:val="00E647D7"/>
    <w:rsid w:val="00E71AA3"/>
    <w:rsid w:val="00E93B98"/>
    <w:rsid w:val="00EB7990"/>
    <w:rsid w:val="00EC608C"/>
    <w:rsid w:val="00ED2C3B"/>
    <w:rsid w:val="00F03716"/>
    <w:rsid w:val="00F07018"/>
    <w:rsid w:val="00F07FDA"/>
    <w:rsid w:val="00F11892"/>
    <w:rsid w:val="00F127C2"/>
    <w:rsid w:val="00F229D8"/>
    <w:rsid w:val="00F24D21"/>
    <w:rsid w:val="00F25AE5"/>
    <w:rsid w:val="00F30E0F"/>
    <w:rsid w:val="00F31EF0"/>
    <w:rsid w:val="00F35B34"/>
    <w:rsid w:val="00F37BEA"/>
    <w:rsid w:val="00F41385"/>
    <w:rsid w:val="00F55D06"/>
    <w:rsid w:val="00F63502"/>
    <w:rsid w:val="00F65F20"/>
    <w:rsid w:val="00F66C09"/>
    <w:rsid w:val="00F71828"/>
    <w:rsid w:val="00F71E11"/>
    <w:rsid w:val="00F77A62"/>
    <w:rsid w:val="00F80280"/>
    <w:rsid w:val="00F81CFD"/>
    <w:rsid w:val="00F95091"/>
    <w:rsid w:val="00F978D4"/>
    <w:rsid w:val="00FA2A50"/>
    <w:rsid w:val="00FA505B"/>
    <w:rsid w:val="00FB048F"/>
    <w:rsid w:val="00FB10E3"/>
    <w:rsid w:val="00FB6FB8"/>
    <w:rsid w:val="00FC545A"/>
    <w:rsid w:val="00FD0B63"/>
    <w:rsid w:val="00FD6B50"/>
    <w:rsid w:val="00FE1C0B"/>
    <w:rsid w:val="00FE5601"/>
    <w:rsid w:val="00FE5E13"/>
    <w:rsid w:val="00FF1758"/>
    <w:rsid w:val="00FF5E66"/>
    <w:rsid w:val="00FF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B84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4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B3902"/>
    <w:pPr>
      <w:keepNext/>
      <w:jc w:val="center"/>
      <w:outlineLvl w:val="2"/>
    </w:pPr>
    <w:rPr>
      <w:rFonts w:ascii="Times" w:hAnsi="Times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9B3902"/>
    <w:pPr>
      <w:keepNext/>
      <w:spacing w:line="360" w:lineRule="auto"/>
      <w:ind w:left="1440" w:hanging="1440"/>
      <w:jc w:val="center"/>
      <w:outlineLvl w:val="3"/>
    </w:pPr>
    <w:rPr>
      <w:rFonts w:ascii="Times" w:hAnsi="Times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9B3902"/>
    <w:pPr>
      <w:keepNext/>
      <w:spacing w:line="360" w:lineRule="auto"/>
      <w:outlineLvl w:val="4"/>
    </w:pPr>
    <w:rPr>
      <w:rFonts w:ascii="Times" w:hAnsi="Times"/>
      <w:b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2D4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62D4A"/>
    <w:rPr>
      <w:sz w:val="24"/>
      <w:szCs w:val="24"/>
    </w:rPr>
  </w:style>
  <w:style w:type="paragraph" w:styleId="Footer">
    <w:name w:val="footer"/>
    <w:basedOn w:val="Normal"/>
    <w:link w:val="FooterChar"/>
    <w:rsid w:val="00962D4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62D4A"/>
    <w:rPr>
      <w:sz w:val="24"/>
      <w:szCs w:val="24"/>
    </w:rPr>
  </w:style>
  <w:style w:type="paragraph" w:styleId="BalloonText">
    <w:name w:val="Balloon Text"/>
    <w:basedOn w:val="Normal"/>
    <w:link w:val="BalloonTextChar"/>
    <w:rsid w:val="00962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2D4A"/>
    <w:rPr>
      <w:rFonts w:ascii="Tahoma" w:hAnsi="Tahoma" w:cs="Tahoma"/>
      <w:sz w:val="16"/>
      <w:szCs w:val="16"/>
    </w:rPr>
  </w:style>
  <w:style w:type="character" w:styleId="Hyperlink">
    <w:name w:val="Hyperlink"/>
    <w:rsid w:val="005731C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2305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72305E"/>
    <w:rPr>
      <w:b/>
      <w:bCs/>
    </w:rPr>
  </w:style>
  <w:style w:type="character" w:customStyle="1" w:styleId="Heading3Char">
    <w:name w:val="Heading 3 Char"/>
    <w:link w:val="Heading3"/>
    <w:rsid w:val="009B3902"/>
    <w:rPr>
      <w:rFonts w:ascii="Times" w:hAnsi="Times"/>
      <w:b/>
      <w:sz w:val="22"/>
    </w:rPr>
  </w:style>
  <w:style w:type="character" w:customStyle="1" w:styleId="Heading4Char">
    <w:name w:val="Heading 4 Char"/>
    <w:link w:val="Heading4"/>
    <w:rsid w:val="009B3902"/>
    <w:rPr>
      <w:rFonts w:ascii="Times" w:hAnsi="Times"/>
      <w:b/>
      <w:sz w:val="22"/>
    </w:rPr>
  </w:style>
  <w:style w:type="character" w:customStyle="1" w:styleId="Heading5Char">
    <w:name w:val="Heading 5 Char"/>
    <w:link w:val="Heading5"/>
    <w:rsid w:val="009B3902"/>
    <w:rPr>
      <w:rFonts w:ascii="Times" w:hAnsi="Times"/>
      <w:b/>
      <w:sz w:val="16"/>
    </w:rPr>
  </w:style>
  <w:style w:type="paragraph" w:styleId="Title">
    <w:name w:val="Title"/>
    <w:basedOn w:val="Normal"/>
    <w:link w:val="TitleChar"/>
    <w:uiPriority w:val="99"/>
    <w:qFormat/>
    <w:rsid w:val="0029095D"/>
    <w:pPr>
      <w:jc w:val="center"/>
    </w:pPr>
    <w:rPr>
      <w:rFonts w:ascii="Arial" w:eastAsia="Calibri" w:hAnsi="Arial" w:cs="Arial"/>
      <w:b/>
      <w:bCs/>
      <w:sz w:val="22"/>
      <w:szCs w:val="22"/>
    </w:rPr>
  </w:style>
  <w:style w:type="character" w:customStyle="1" w:styleId="TitleChar">
    <w:name w:val="Title Char"/>
    <w:link w:val="Title"/>
    <w:uiPriority w:val="99"/>
    <w:rsid w:val="0029095D"/>
    <w:rPr>
      <w:rFonts w:ascii="Arial" w:eastAsia="Calibri" w:hAnsi="Arial" w:cs="Arial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29095D"/>
    <w:pPr>
      <w:jc w:val="both"/>
    </w:pPr>
    <w:rPr>
      <w:rFonts w:ascii="Arial" w:eastAsia="Calibri" w:hAnsi="Arial" w:cs="Arial"/>
      <w:sz w:val="22"/>
      <w:szCs w:val="22"/>
    </w:rPr>
  </w:style>
  <w:style w:type="character" w:customStyle="1" w:styleId="BodyTextChar">
    <w:name w:val="Body Text Char"/>
    <w:link w:val="BodyText"/>
    <w:uiPriority w:val="99"/>
    <w:rsid w:val="0029095D"/>
    <w:rPr>
      <w:rFonts w:ascii="Arial" w:eastAsia="Calibri" w:hAnsi="Arial" w:cs="Arial"/>
      <w:sz w:val="22"/>
      <w:szCs w:val="22"/>
    </w:rPr>
  </w:style>
  <w:style w:type="paragraph" w:customStyle="1" w:styleId="Default">
    <w:name w:val="Default"/>
    <w:rsid w:val="00D2483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7041"/>
    <w:rPr>
      <w:color w:val="808080"/>
    </w:rPr>
  </w:style>
  <w:style w:type="paragraph" w:styleId="ListParagraph">
    <w:name w:val="List Paragraph"/>
    <w:basedOn w:val="Normal"/>
    <w:uiPriority w:val="34"/>
    <w:qFormat/>
    <w:rsid w:val="00C4371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A118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1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18C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1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18C2"/>
    <w:rPr>
      <w:b/>
      <w:bCs/>
    </w:rPr>
  </w:style>
  <w:style w:type="character" w:customStyle="1" w:styleId="normaltextrun">
    <w:name w:val="normaltextrun"/>
    <w:basedOn w:val="DefaultParagraphFont"/>
    <w:rsid w:val="00E336BB"/>
  </w:style>
  <w:style w:type="character" w:customStyle="1" w:styleId="eop">
    <w:name w:val="eop"/>
    <w:basedOn w:val="DefaultParagraphFont"/>
    <w:rsid w:val="00E336B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6639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8004F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4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B3902"/>
    <w:pPr>
      <w:keepNext/>
      <w:jc w:val="center"/>
      <w:outlineLvl w:val="2"/>
    </w:pPr>
    <w:rPr>
      <w:rFonts w:ascii="Times" w:hAnsi="Times"/>
      <w:b/>
      <w:sz w:val="22"/>
      <w:szCs w:val="20"/>
    </w:rPr>
  </w:style>
  <w:style w:type="paragraph" w:styleId="Heading4">
    <w:name w:val="heading 4"/>
    <w:basedOn w:val="Normal"/>
    <w:next w:val="Normal"/>
    <w:link w:val="Heading4Char"/>
    <w:qFormat/>
    <w:rsid w:val="009B3902"/>
    <w:pPr>
      <w:keepNext/>
      <w:spacing w:line="360" w:lineRule="auto"/>
      <w:ind w:left="1440" w:hanging="1440"/>
      <w:jc w:val="center"/>
      <w:outlineLvl w:val="3"/>
    </w:pPr>
    <w:rPr>
      <w:rFonts w:ascii="Times" w:hAnsi="Times"/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9B3902"/>
    <w:pPr>
      <w:keepNext/>
      <w:spacing w:line="360" w:lineRule="auto"/>
      <w:outlineLvl w:val="4"/>
    </w:pPr>
    <w:rPr>
      <w:rFonts w:ascii="Times" w:hAnsi="Times"/>
      <w:b/>
      <w:sz w:val="1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62D4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62D4A"/>
    <w:rPr>
      <w:sz w:val="24"/>
      <w:szCs w:val="24"/>
    </w:rPr>
  </w:style>
  <w:style w:type="paragraph" w:styleId="Footer">
    <w:name w:val="footer"/>
    <w:basedOn w:val="Normal"/>
    <w:link w:val="FooterChar"/>
    <w:rsid w:val="00962D4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962D4A"/>
    <w:rPr>
      <w:sz w:val="24"/>
      <w:szCs w:val="24"/>
    </w:rPr>
  </w:style>
  <w:style w:type="paragraph" w:styleId="BalloonText">
    <w:name w:val="Balloon Text"/>
    <w:basedOn w:val="Normal"/>
    <w:link w:val="BalloonTextChar"/>
    <w:rsid w:val="00962D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62D4A"/>
    <w:rPr>
      <w:rFonts w:ascii="Tahoma" w:hAnsi="Tahoma" w:cs="Tahoma"/>
      <w:sz w:val="16"/>
      <w:szCs w:val="16"/>
    </w:rPr>
  </w:style>
  <w:style w:type="character" w:styleId="Hyperlink">
    <w:name w:val="Hyperlink"/>
    <w:rsid w:val="005731C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2305E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72305E"/>
    <w:rPr>
      <w:b/>
      <w:bCs/>
    </w:rPr>
  </w:style>
  <w:style w:type="character" w:customStyle="1" w:styleId="Heading3Char">
    <w:name w:val="Heading 3 Char"/>
    <w:link w:val="Heading3"/>
    <w:rsid w:val="009B3902"/>
    <w:rPr>
      <w:rFonts w:ascii="Times" w:hAnsi="Times"/>
      <w:b/>
      <w:sz w:val="22"/>
    </w:rPr>
  </w:style>
  <w:style w:type="character" w:customStyle="1" w:styleId="Heading4Char">
    <w:name w:val="Heading 4 Char"/>
    <w:link w:val="Heading4"/>
    <w:rsid w:val="009B3902"/>
    <w:rPr>
      <w:rFonts w:ascii="Times" w:hAnsi="Times"/>
      <w:b/>
      <w:sz w:val="22"/>
    </w:rPr>
  </w:style>
  <w:style w:type="character" w:customStyle="1" w:styleId="Heading5Char">
    <w:name w:val="Heading 5 Char"/>
    <w:link w:val="Heading5"/>
    <w:rsid w:val="009B3902"/>
    <w:rPr>
      <w:rFonts w:ascii="Times" w:hAnsi="Times"/>
      <w:b/>
      <w:sz w:val="16"/>
    </w:rPr>
  </w:style>
  <w:style w:type="paragraph" w:styleId="Title">
    <w:name w:val="Title"/>
    <w:basedOn w:val="Normal"/>
    <w:link w:val="TitleChar"/>
    <w:uiPriority w:val="99"/>
    <w:qFormat/>
    <w:rsid w:val="0029095D"/>
    <w:pPr>
      <w:jc w:val="center"/>
    </w:pPr>
    <w:rPr>
      <w:rFonts w:ascii="Arial" w:eastAsia="Calibri" w:hAnsi="Arial" w:cs="Arial"/>
      <w:b/>
      <w:bCs/>
      <w:sz w:val="22"/>
      <w:szCs w:val="22"/>
    </w:rPr>
  </w:style>
  <w:style w:type="character" w:customStyle="1" w:styleId="TitleChar">
    <w:name w:val="Title Char"/>
    <w:link w:val="Title"/>
    <w:uiPriority w:val="99"/>
    <w:rsid w:val="0029095D"/>
    <w:rPr>
      <w:rFonts w:ascii="Arial" w:eastAsia="Calibri" w:hAnsi="Arial" w:cs="Arial"/>
      <w:b/>
      <w:bCs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29095D"/>
    <w:pPr>
      <w:jc w:val="both"/>
    </w:pPr>
    <w:rPr>
      <w:rFonts w:ascii="Arial" w:eastAsia="Calibri" w:hAnsi="Arial" w:cs="Arial"/>
      <w:sz w:val="22"/>
      <w:szCs w:val="22"/>
    </w:rPr>
  </w:style>
  <w:style w:type="character" w:customStyle="1" w:styleId="BodyTextChar">
    <w:name w:val="Body Text Char"/>
    <w:link w:val="BodyText"/>
    <w:uiPriority w:val="99"/>
    <w:rsid w:val="0029095D"/>
    <w:rPr>
      <w:rFonts w:ascii="Arial" w:eastAsia="Calibri" w:hAnsi="Arial" w:cs="Arial"/>
      <w:sz w:val="22"/>
      <w:szCs w:val="22"/>
    </w:rPr>
  </w:style>
  <w:style w:type="paragraph" w:customStyle="1" w:styleId="Default">
    <w:name w:val="Default"/>
    <w:rsid w:val="00D2483E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C7041"/>
    <w:rPr>
      <w:color w:val="808080"/>
    </w:rPr>
  </w:style>
  <w:style w:type="paragraph" w:styleId="ListParagraph">
    <w:name w:val="List Paragraph"/>
    <w:basedOn w:val="Normal"/>
    <w:uiPriority w:val="34"/>
    <w:qFormat/>
    <w:rsid w:val="00C43718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A118C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118C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118C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118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118C2"/>
    <w:rPr>
      <w:b/>
      <w:bCs/>
    </w:rPr>
  </w:style>
  <w:style w:type="character" w:customStyle="1" w:styleId="normaltextrun">
    <w:name w:val="normaltextrun"/>
    <w:basedOn w:val="DefaultParagraphFont"/>
    <w:rsid w:val="00E336BB"/>
  </w:style>
  <w:style w:type="character" w:customStyle="1" w:styleId="eop">
    <w:name w:val="eop"/>
    <w:basedOn w:val="DefaultParagraphFont"/>
    <w:rsid w:val="00E336BB"/>
  </w:style>
  <w:style w:type="character" w:customStyle="1" w:styleId="UnresolvedMention">
    <w:name w:val="Unresolved Mention"/>
    <w:basedOn w:val="DefaultParagraphFont"/>
    <w:uiPriority w:val="99"/>
    <w:semiHidden/>
    <w:unhideWhenUsed/>
    <w:rsid w:val="0086639A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8004F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43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CD081"/>
                            <w:left w:val="single" w:sz="6" w:space="0" w:color="FCD081"/>
                            <w:bottom w:val="single" w:sz="6" w:space="0" w:color="FCD081"/>
                            <w:right w:val="single" w:sz="6" w:space="0" w:color="FCD08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5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20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267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CD081"/>
                            <w:left w:val="single" w:sz="6" w:space="0" w:color="FCD081"/>
                            <w:bottom w:val="single" w:sz="6" w:space="0" w:color="FCD081"/>
                            <w:right w:val="single" w:sz="6" w:space="0" w:color="FCD08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640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8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7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2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3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yperlink" Target="https://rightatschool.com/" TargetMode="Externa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swenson\AppData\Local\Temp\Temp1_Letterhead.zip\School%20Letterhead\FWPS%20School%20Letterhead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64FE23D593634395238BCAE93AC603" ma:contentTypeVersion="0" ma:contentTypeDescription="Create a new document." ma:contentTypeScope="" ma:versionID="8b38cf73560cfe6c39ebe46fe11ca08a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FF30D-E1E8-4D39-9130-BB6A1DEAF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59A39B8-8546-43F1-A089-E54E69D6369D}">
  <ds:schemaRefs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F41805-6175-4B43-8430-800A459D5F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C2A7BF-08D0-7C45-BA56-051F60875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\Users\kswenson\AppData\Local\Temp\Temp1_Letterhead.zip\School Letterhead\FWPS School Letterhead Template.dotx</Template>
  <TotalTime>0</TotalTime>
  <Pages>1</Pages>
  <Words>287</Words>
  <Characters>1640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RSD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Cindy Lawson</cp:lastModifiedBy>
  <cp:revision>2</cp:revision>
  <cp:lastPrinted>2019-01-23T17:32:00Z</cp:lastPrinted>
  <dcterms:created xsi:type="dcterms:W3CDTF">2019-01-31T23:18:00Z</dcterms:created>
  <dcterms:modified xsi:type="dcterms:W3CDTF">2019-01-31T23:18:00Z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-1242503512</vt:i4>
  </property>
</Properties>
</file>